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42"/>
        <w:tblW w:w="0" w:type="auto"/>
        <w:tblLook w:val="01E0" w:firstRow="1" w:lastRow="1" w:firstColumn="1" w:lastColumn="1" w:noHBand="0" w:noVBand="0"/>
      </w:tblPr>
      <w:tblGrid>
        <w:gridCol w:w="1962"/>
        <w:gridCol w:w="7664"/>
        <w:gridCol w:w="13"/>
      </w:tblGrid>
      <w:tr w:rsidR="003B7DF9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9725AE" w:rsidRDefault="003B7DF9" w:rsidP="00AD4CCC"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2F1E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2F1E64">
            <w:pPr>
              <w:rPr>
                <w:sz w:val="18"/>
                <w:szCs w:val="18"/>
              </w:rPr>
            </w:pPr>
          </w:p>
        </w:tc>
      </w:tr>
      <w:tr w:rsidR="003B7DF9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A47D1A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Hospital</w:t>
            </w:r>
            <w:r w:rsidR="00DA2BDB" w:rsidRPr="00AD4CCC">
              <w:rPr>
                <w:rFonts w:ascii="Arial" w:hAnsi="Arial" w:cs="Arial"/>
                <w:color w:val="808080"/>
                <w:sz w:val="18"/>
                <w:szCs w:val="18"/>
              </w:rPr>
              <w:t xml:space="preserve">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Scan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Referring Doctor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2F1E64" w:rsidP="00AD4CCC">
            <w:pPr>
              <w:rPr>
                <w:rFonts w:ascii="Arial" w:hAnsi="Arial" w:cs="Arial"/>
                <w:sz w:val="18"/>
                <w:szCs w:val="18"/>
              </w:rPr>
            </w:pPr>
            <w:r w:rsidRPr="002F1E64">
              <w:rPr>
                <w:rFonts w:ascii="Arial" w:hAnsi="Arial" w:cs="Arial"/>
                <w:sz w:val="18"/>
                <w:szCs w:val="18"/>
              </w:rPr>
              <w:t>Non healing ulcer right heel.</w:t>
            </w:r>
            <w:r w:rsidR="005A40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1E64">
              <w:rPr>
                <w:rFonts w:ascii="Arial" w:hAnsi="Arial" w:cs="Arial"/>
                <w:sz w:val="18"/>
                <w:szCs w:val="18"/>
              </w:rPr>
              <w:t>Mildly palpable dorsalis.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D4CCC">
              <w:rPr>
                <w:rFonts w:ascii="Arial" w:hAnsi="Arial"/>
                <w:b/>
                <w:bCs/>
                <w:sz w:val="18"/>
                <w:szCs w:val="20"/>
              </w:rPr>
              <w:t>Right Lower Extremity Arterial Duplex</w:t>
            </w:r>
          </w:p>
        </w:tc>
      </w:tr>
      <w:tr w:rsidR="00DA2BDB" w:rsidRPr="00AD4CCC" w:rsidTr="00AD4CCC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B829B2" w:rsidP="00AD4CCC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2196465</wp:posOffset>
                      </wp:positionH>
                      <wp:positionV relativeFrom="paragraph">
                        <wp:posOffset>2422525</wp:posOffset>
                      </wp:positionV>
                      <wp:extent cx="95250" cy="85725"/>
                      <wp:effectExtent l="19050" t="0" r="38100" b="47625"/>
                      <wp:wrapNone/>
                      <wp:docPr id="81" name="Freeform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85725"/>
                              </a:xfrm>
                              <a:custGeom>
                                <a:avLst/>
                                <a:gdLst>
                                  <a:gd name="connsiteX0" fmla="*/ 19050 w 95250"/>
                                  <a:gd name="connsiteY0" fmla="*/ 85725 h 85725"/>
                                  <a:gd name="connsiteX1" fmla="*/ 0 w 95250"/>
                                  <a:gd name="connsiteY1" fmla="*/ 38100 h 85725"/>
                                  <a:gd name="connsiteX2" fmla="*/ 47625 w 95250"/>
                                  <a:gd name="connsiteY2" fmla="*/ 0 h 85725"/>
                                  <a:gd name="connsiteX3" fmla="*/ 95250 w 95250"/>
                                  <a:gd name="connsiteY3" fmla="*/ 0 h 85725"/>
                                  <a:gd name="connsiteX4" fmla="*/ 19050 w 95250"/>
                                  <a:gd name="connsiteY4" fmla="*/ 85725 h 85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95250" h="85725">
                                    <a:moveTo>
                                      <a:pt x="19050" y="85725"/>
                                    </a:moveTo>
                                    <a:lnTo>
                                      <a:pt x="0" y="38100"/>
                                    </a:lnTo>
                                    <a:lnTo>
                                      <a:pt x="47625" y="0"/>
                                    </a:lnTo>
                                    <a:lnTo>
                                      <a:pt x="95250" y="0"/>
                                    </a:lnTo>
                                    <a:lnTo>
                                      <a:pt x="19050" y="85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D0412E" id="Freeform 81" o:spid="_x0000_s1026" style="position:absolute;margin-left:172.95pt;margin-top:190.75pt;width:7.5pt;height:6.7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5250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" path="m19050,85725l,38100,47625,,95250,,19050,85725xe" fillcolor="#333" strokecolor="black [3213]" strokeweight="1pt">
                      <v:stroke joinstyle="miter"/>
                      <v:path arrowok="t" o:connecttype="custom" o:connectlocs="19050,85725;0,38100;47625,0;95250,0;19050,85725" o:connectangles="0,0,0,0,0"/>
                    </v:shape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1718945</wp:posOffset>
                      </wp:positionH>
                      <wp:positionV relativeFrom="paragraph">
                        <wp:posOffset>2274570</wp:posOffset>
                      </wp:positionV>
                      <wp:extent cx="424815" cy="136525"/>
                      <wp:effectExtent l="635" t="4445" r="3175" b="1905"/>
                      <wp:wrapNone/>
                      <wp:docPr id="67" name="Text Box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15" cy="136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7500" w:rsidRPr="004E4B01" w:rsidRDefault="00B77500" w:rsidP="00B7750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117/18</w:t>
                                  </w:r>
                                </w:p>
                                <w:p w:rsidR="00DA2BDB" w:rsidRPr="004E4B01" w:rsidRDefault="00DA2BDB" w:rsidP="00DA2BD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14" o:spid="_x0000_s1026" type="#_x0000_t202" style="position:absolute;left:0;text-align:left;margin-left:135.35pt;margin-top:179.1pt;width:33.45pt;height:10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B77500" w:rsidRPr="004E4B01" w:rsidRDefault="00B77500" w:rsidP="00B77500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117/18</w:t>
                            </w:r>
                          </w:p>
                          <w:p w:rsidR="00DA2BDB" w:rsidRPr="004E4B01" w:rsidRDefault="00DA2BDB" w:rsidP="00DA2BD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1975485</wp:posOffset>
                      </wp:positionH>
                      <wp:positionV relativeFrom="paragraph">
                        <wp:posOffset>1997710</wp:posOffset>
                      </wp:positionV>
                      <wp:extent cx="401320" cy="168275"/>
                      <wp:effectExtent l="0" t="3810" r="8255" b="8890"/>
                      <wp:wrapNone/>
                      <wp:docPr id="66" name="Text Box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168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B77500" w:rsidRDefault="00B77500" w:rsidP="00210AA3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</w:pPr>
                                  <w:r w:rsidRPr="00B77500"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>37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" o:spid="_x0000_s1027" type="#_x0000_t202" style="position:absolute;left:0;text-align:left;margin-left:155.55pt;margin-top:157.3pt;width:31.6pt;height:1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B77500" w:rsidRDefault="00B77500" w:rsidP="00210AA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 w:rsidRPr="00B77500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37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4656455</wp:posOffset>
                      </wp:positionH>
                      <wp:positionV relativeFrom="paragraph">
                        <wp:posOffset>666750</wp:posOffset>
                      </wp:positionV>
                      <wp:extent cx="1550670" cy="619760"/>
                      <wp:effectExtent l="13970" t="6350" r="6985" b="12065"/>
                      <wp:wrapNone/>
                      <wp:docPr id="65" name="Freeform 4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50670" cy="619760"/>
                              </a:xfrm>
                              <a:custGeom>
                                <a:avLst/>
                                <a:gdLst>
                                  <a:gd name="T0" fmla="*/ 0 w 2329"/>
                                  <a:gd name="T1" fmla="*/ 0 h 901"/>
                                  <a:gd name="T2" fmla="*/ 2329 w 2329"/>
                                  <a:gd name="T3" fmla="*/ 901 h 9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329" h="901">
                                    <a:moveTo>
                                      <a:pt x="0" y="0"/>
                                    </a:moveTo>
                                    <a:cubicBezTo>
                                      <a:pt x="0" y="0"/>
                                      <a:pt x="1164" y="450"/>
                                      <a:pt x="2329" y="901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5B77F" id="Freeform 440" o:spid="_x0000_s1026" style="position:absolute;margin-left:366.65pt;margin-top:52.5pt;width:122.1pt;height:48.8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9,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" path="m,c,,1164,450,2329,901e" filled="f">
                      <v:path arrowok="t" o:connecttype="custom" o:connectlocs="0,0;1550670,619760" o:connectangles="0,0"/>
                    </v:shape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4845685</wp:posOffset>
                      </wp:positionH>
                      <wp:positionV relativeFrom="paragraph">
                        <wp:posOffset>283845</wp:posOffset>
                      </wp:positionV>
                      <wp:extent cx="1478915" cy="572135"/>
                      <wp:effectExtent l="12700" t="13970" r="13335" b="13970"/>
                      <wp:wrapNone/>
                      <wp:docPr id="64" name="Freeform 4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78915" cy="572135"/>
                              </a:xfrm>
                              <a:custGeom>
                                <a:avLst/>
                                <a:gdLst>
                                  <a:gd name="T0" fmla="*/ 0 w 2329"/>
                                  <a:gd name="T1" fmla="*/ 0 h 901"/>
                                  <a:gd name="T2" fmla="*/ 2329 w 2329"/>
                                  <a:gd name="T3" fmla="*/ 901 h 9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329" h="901">
                                    <a:moveTo>
                                      <a:pt x="0" y="0"/>
                                    </a:moveTo>
                                    <a:cubicBezTo>
                                      <a:pt x="0" y="0"/>
                                      <a:pt x="1164" y="450"/>
                                      <a:pt x="2329" y="901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2075C1CD" id="Freeform 439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81.55pt,22.35pt" control1="381.55pt,22.35pt" control2="439.75pt,44.85pt" to="498pt,67.4pt" coordsize="2329,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" filled="f">
                      <v:path arrowok="t" o:connecttype="custom" o:connectlocs="0,0;1478915,572135" o:connectangles="0,0"/>
                    </v:curve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2260600</wp:posOffset>
                      </wp:positionH>
                      <wp:positionV relativeFrom="paragraph">
                        <wp:posOffset>3749040</wp:posOffset>
                      </wp:positionV>
                      <wp:extent cx="306070" cy="152400"/>
                      <wp:effectExtent l="8890" t="2540" r="8890" b="6985"/>
                      <wp:wrapNone/>
                      <wp:docPr id="63" name="Text Box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7750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26 M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" o:spid="_x0000_s1028" type="#_x0000_t202" style="position:absolute;left:0;text-align:left;margin-left:178pt;margin-top:295.2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7750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26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1788795</wp:posOffset>
                      </wp:positionH>
                      <wp:positionV relativeFrom="paragraph">
                        <wp:posOffset>3832860</wp:posOffset>
                      </wp:positionV>
                      <wp:extent cx="476250" cy="0"/>
                      <wp:effectExtent l="13335" t="10160" r="5715" b="8890"/>
                      <wp:wrapNone/>
                      <wp:docPr id="62" name="Lin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BB2EB3" id="Line 421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85pt,301.8pt" to="178.35pt,30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staFQIAACo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"/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2576195</wp:posOffset>
                      </wp:positionH>
                      <wp:positionV relativeFrom="paragraph">
                        <wp:posOffset>3112770</wp:posOffset>
                      </wp:positionV>
                      <wp:extent cx="306070" cy="152400"/>
                      <wp:effectExtent l="635" t="4445" r="7620" b="5080"/>
                      <wp:wrapNone/>
                      <wp:docPr id="61" name="Text Box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7750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25 M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6" o:spid="_x0000_s1029" type="#_x0000_t202" style="position:absolute;left:0;text-align:left;margin-left:202.85pt;margin-top:245.1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u5yoQIAAFMFAAAOAAAAZHJzL2Uyb0RvYy54bWysVG1v2yAQ/j5p/wHxPbWduE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7750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25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1909445</wp:posOffset>
                      </wp:positionH>
                      <wp:positionV relativeFrom="paragraph">
                        <wp:posOffset>3168650</wp:posOffset>
                      </wp:positionV>
                      <wp:extent cx="647700" cy="0"/>
                      <wp:effectExtent l="10160" t="12700" r="8890" b="6350"/>
                      <wp:wrapNone/>
                      <wp:docPr id="60" name="Line 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E2D0B4" id="Line 420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35pt,249.5pt" to="201.35pt,2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"/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1399540</wp:posOffset>
                      </wp:positionH>
                      <wp:positionV relativeFrom="paragraph">
                        <wp:posOffset>3040380</wp:posOffset>
                      </wp:positionV>
                      <wp:extent cx="257175" cy="0"/>
                      <wp:effectExtent l="5080" t="8255" r="13970" b="10795"/>
                      <wp:wrapNone/>
                      <wp:docPr id="59" name="Line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757DB5" id="Line 419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2pt,239.4pt" to="130.45pt,2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93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"/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2242185</wp:posOffset>
                      </wp:positionH>
                      <wp:positionV relativeFrom="paragraph">
                        <wp:posOffset>2593975</wp:posOffset>
                      </wp:positionV>
                      <wp:extent cx="306070" cy="152400"/>
                      <wp:effectExtent l="0" t="0" r="8255" b="0"/>
                      <wp:wrapNone/>
                      <wp:docPr id="58" name="Text Box 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2F1E64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3" o:spid="_x0000_s1030" type="#_x0000_t202" style="position:absolute;left:0;text-align:left;margin-left:176.55pt;margin-top:204.25pt;width:24.1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8NroA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2F1E64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2280285</wp:posOffset>
                      </wp:positionH>
                      <wp:positionV relativeFrom="paragraph">
                        <wp:posOffset>1755775</wp:posOffset>
                      </wp:positionV>
                      <wp:extent cx="306070" cy="152400"/>
                      <wp:effectExtent l="0" t="0" r="8255" b="0"/>
                      <wp:wrapNone/>
                      <wp:docPr id="57" name="Text Box 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77500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32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2" o:spid="_x0000_s1031" type="#_x0000_t202" style="position:absolute;left:0;text-align:left;margin-left:179.55pt;margin-top:138.25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7xJoQIAAFM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77500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32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2613660</wp:posOffset>
                      </wp:positionH>
                      <wp:positionV relativeFrom="paragraph">
                        <wp:posOffset>1564640</wp:posOffset>
                      </wp:positionV>
                      <wp:extent cx="306070" cy="152400"/>
                      <wp:effectExtent l="0" t="8890" r="8255" b="635"/>
                      <wp:wrapNone/>
                      <wp:docPr id="56" name="Text Box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7750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44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4" o:spid="_x0000_s1032" type="#_x0000_t202" style="position:absolute;left:0;text-align:left;margin-left:205.8pt;margin-top:123.2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7750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44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2965450</wp:posOffset>
                      </wp:positionH>
                      <wp:positionV relativeFrom="paragraph">
                        <wp:posOffset>1408430</wp:posOffset>
                      </wp:positionV>
                      <wp:extent cx="306070" cy="152400"/>
                      <wp:effectExtent l="8890" t="5080" r="8890" b="4445"/>
                      <wp:wrapNone/>
                      <wp:docPr id="55" name="Text Box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77500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40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1" o:spid="_x0000_s1033" type="#_x0000_t202" style="position:absolute;left:0;text-align:left;margin-left:233.5pt;margin-top:110.9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77500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40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3314065</wp:posOffset>
                      </wp:positionH>
                      <wp:positionV relativeFrom="paragraph">
                        <wp:posOffset>1208405</wp:posOffset>
                      </wp:positionV>
                      <wp:extent cx="306070" cy="152400"/>
                      <wp:effectExtent l="5080" t="5080" r="3175" b="4445"/>
                      <wp:wrapNone/>
                      <wp:docPr id="54" name="Text Box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7750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69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2" o:spid="_x0000_s1034" type="#_x0000_t202" style="position:absolute;left:0;text-align:left;margin-left:260.95pt;margin-top:95.15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7750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69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4094480</wp:posOffset>
                      </wp:positionH>
                      <wp:positionV relativeFrom="paragraph">
                        <wp:posOffset>1551940</wp:posOffset>
                      </wp:positionV>
                      <wp:extent cx="496570" cy="142875"/>
                      <wp:effectExtent l="4445" t="5715" r="3810" b="3810"/>
                      <wp:wrapNone/>
                      <wp:docPr id="53" name="Text Box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57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2F1E64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PATENT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" o:spid="_x0000_s1035" type="#_x0000_t202" style="position:absolute;left:0;text-align:left;margin-left:322.4pt;margin-top:122.2pt;width:39.1pt;height:1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2F1E64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PATENT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3726815</wp:posOffset>
                      </wp:positionH>
                      <wp:positionV relativeFrom="paragraph">
                        <wp:posOffset>1011555</wp:posOffset>
                      </wp:positionV>
                      <wp:extent cx="306070" cy="152400"/>
                      <wp:effectExtent l="8255" t="8255" r="0" b="1270"/>
                      <wp:wrapNone/>
                      <wp:docPr id="52" name="Text Box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7750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51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1" o:spid="_x0000_s1036" type="#_x0000_t202" style="position:absolute;left:0;text-align:left;margin-left:293.45pt;margin-top:79.65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sV2oQ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7750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51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4165600</wp:posOffset>
                      </wp:positionH>
                      <wp:positionV relativeFrom="paragraph">
                        <wp:posOffset>895350</wp:posOffset>
                      </wp:positionV>
                      <wp:extent cx="306070" cy="152400"/>
                      <wp:effectExtent l="8890" t="6350" r="8890" b="3175"/>
                      <wp:wrapNone/>
                      <wp:docPr id="51" name="Text Box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7750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75 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" o:spid="_x0000_s1037" type="#_x0000_t202" style="position:absolute;left:0;text-align:left;margin-left:328pt;margin-top:70.5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FCvog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7750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75 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222250</wp:posOffset>
                      </wp:positionV>
                      <wp:extent cx="5637530" cy="5010785"/>
                      <wp:effectExtent l="14605" t="9525" r="5715" b="0"/>
                      <wp:wrapNone/>
                      <wp:docPr id="28" name="Group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29" name="Freeform 35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5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5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5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6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6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6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6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6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6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6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6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36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37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37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3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3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37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37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3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37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0ACDD3" id="Group 355" o:spid="_x0000_s1026" style="position:absolute;margin-left:14.2pt;margin-top:17.5pt;width:443.9pt;height:394.55pt;flip:x;z-index:251641344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">
                      <v:shape id="Freeform 356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357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358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359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360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361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362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363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364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365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366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367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368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369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370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371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372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373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374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375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376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377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3919" behindDoc="0" locked="0" layoutInCell="1" allowOverlap="1">
                      <wp:simplePos x="0" y="0"/>
                      <wp:positionH relativeFrom="column">
                        <wp:posOffset>2058035</wp:posOffset>
                      </wp:positionH>
                      <wp:positionV relativeFrom="paragraph">
                        <wp:posOffset>2400300</wp:posOffset>
                      </wp:positionV>
                      <wp:extent cx="263525" cy="485775"/>
                      <wp:effectExtent l="34925" t="44450" r="44450" b="41275"/>
                      <wp:wrapNone/>
                      <wp:docPr id="27" name="Freeform 4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3525" cy="485775"/>
                              </a:xfrm>
                              <a:custGeom>
                                <a:avLst/>
                                <a:gdLst>
                                  <a:gd name="T0" fmla="*/ 415 w 415"/>
                                  <a:gd name="T1" fmla="*/ 0 h 765"/>
                                  <a:gd name="T2" fmla="*/ 325 w 415"/>
                                  <a:gd name="T3" fmla="*/ 75 h 765"/>
                                  <a:gd name="T4" fmla="*/ 250 w 415"/>
                                  <a:gd name="T5" fmla="*/ 165 h 765"/>
                                  <a:gd name="T6" fmla="*/ 185 w 415"/>
                                  <a:gd name="T7" fmla="*/ 195 h 765"/>
                                  <a:gd name="T8" fmla="*/ 130 w 415"/>
                                  <a:gd name="T9" fmla="*/ 205 h 765"/>
                                  <a:gd name="T10" fmla="*/ 130 w 415"/>
                                  <a:gd name="T11" fmla="*/ 245 h 765"/>
                                  <a:gd name="T12" fmla="*/ 60 w 415"/>
                                  <a:gd name="T13" fmla="*/ 425 h 765"/>
                                  <a:gd name="T14" fmla="*/ 0 w 415"/>
                                  <a:gd name="T15" fmla="*/ 540 h 765"/>
                                  <a:gd name="T16" fmla="*/ 60 w 415"/>
                                  <a:gd name="T17" fmla="*/ 475 h 765"/>
                                  <a:gd name="T18" fmla="*/ 115 w 415"/>
                                  <a:gd name="T19" fmla="*/ 490 h 765"/>
                                  <a:gd name="T20" fmla="*/ 135 w 415"/>
                                  <a:gd name="T21" fmla="*/ 545 h 765"/>
                                  <a:gd name="T22" fmla="*/ 140 w 415"/>
                                  <a:gd name="T23" fmla="*/ 700 h 765"/>
                                  <a:gd name="T24" fmla="*/ 160 w 415"/>
                                  <a:gd name="T25" fmla="*/ 765 h 765"/>
                                  <a:gd name="T26" fmla="*/ 155 w 415"/>
                                  <a:gd name="T27" fmla="*/ 570 h 765"/>
                                  <a:gd name="T28" fmla="*/ 165 w 415"/>
                                  <a:gd name="T29" fmla="*/ 450 h 765"/>
                                  <a:gd name="T30" fmla="*/ 195 w 415"/>
                                  <a:gd name="T31" fmla="*/ 325 h 765"/>
                                  <a:gd name="T32" fmla="*/ 260 w 415"/>
                                  <a:gd name="T33" fmla="*/ 195 h 765"/>
                                  <a:gd name="T34" fmla="*/ 415 w 415"/>
                                  <a:gd name="T35" fmla="*/ 0 h 7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415" h="765">
                                    <a:moveTo>
                                      <a:pt x="415" y="0"/>
                                    </a:moveTo>
                                    <a:lnTo>
                                      <a:pt x="325" y="75"/>
                                    </a:lnTo>
                                    <a:lnTo>
                                      <a:pt x="250" y="165"/>
                                    </a:lnTo>
                                    <a:lnTo>
                                      <a:pt x="185" y="195"/>
                                    </a:lnTo>
                                    <a:lnTo>
                                      <a:pt x="130" y="205"/>
                                    </a:lnTo>
                                    <a:lnTo>
                                      <a:pt x="130" y="245"/>
                                    </a:lnTo>
                                    <a:lnTo>
                                      <a:pt x="60" y="425"/>
                                    </a:lnTo>
                                    <a:lnTo>
                                      <a:pt x="0" y="540"/>
                                    </a:lnTo>
                                    <a:lnTo>
                                      <a:pt x="60" y="475"/>
                                    </a:lnTo>
                                    <a:lnTo>
                                      <a:pt x="115" y="490"/>
                                    </a:lnTo>
                                    <a:lnTo>
                                      <a:pt x="135" y="545"/>
                                    </a:lnTo>
                                    <a:lnTo>
                                      <a:pt x="140" y="700"/>
                                    </a:lnTo>
                                    <a:lnTo>
                                      <a:pt x="160" y="765"/>
                                    </a:lnTo>
                                    <a:lnTo>
                                      <a:pt x="155" y="570"/>
                                    </a:lnTo>
                                    <a:lnTo>
                                      <a:pt x="165" y="450"/>
                                    </a:lnTo>
                                    <a:lnTo>
                                      <a:pt x="195" y="325"/>
                                    </a:lnTo>
                                    <a:lnTo>
                                      <a:pt x="260" y="195"/>
                                    </a:lnTo>
                                    <a:lnTo>
                                      <a:pt x="41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2A53C" id="Freeform 438" o:spid="_x0000_s1026" style="position:absolute;margin-left:162.05pt;margin-top:189pt;width:20.75pt;height:38.25pt;z-index:2516239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5,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" path="m415,l325,75r-75,90l185,195r-55,10l130,245,60,425,,540,60,475r55,15l135,545r5,155l160,765,155,570,165,450,195,325,260,195,415,xe" fillcolor="#333">
                      <v:path arrowok="t" o:connecttype="custom" o:connectlocs="263525,0;206375,47625;158750,104775;117475,123825;82550,130175;82550,155575;38100,269875;0,342900;38100,301625;73025,311150;85725,346075;88900,444500;101600,485775;98425,361950;104775,285750;123825,206375;165100,123825;263525,0" o:connectangles="0,0,0,0,0,0,0,0,0,0,0,0,0,0,0,0,0,0"/>
                    </v:shape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4944" behindDoc="0" locked="0" layoutInCell="1" allowOverlap="1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2755900</wp:posOffset>
                      </wp:positionV>
                      <wp:extent cx="647700" cy="1860550"/>
                      <wp:effectExtent l="31750" t="9525" r="15875" b="53975"/>
                      <wp:wrapNone/>
                      <wp:docPr id="26" name="Freeform 4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7700" cy="1860550"/>
                              </a:xfrm>
                              <a:custGeom>
                                <a:avLst/>
                                <a:gdLst>
                                  <a:gd name="T0" fmla="*/ 1010 w 1020"/>
                                  <a:gd name="T1" fmla="*/ 30 h 2930"/>
                                  <a:gd name="T2" fmla="*/ 1020 w 1020"/>
                                  <a:gd name="T3" fmla="*/ 200 h 2930"/>
                                  <a:gd name="T4" fmla="*/ 995 w 1020"/>
                                  <a:gd name="T5" fmla="*/ 395 h 2930"/>
                                  <a:gd name="T6" fmla="*/ 930 w 1020"/>
                                  <a:gd name="T7" fmla="*/ 610 h 2930"/>
                                  <a:gd name="T8" fmla="*/ 835 w 1020"/>
                                  <a:gd name="T9" fmla="*/ 860 h 2930"/>
                                  <a:gd name="T10" fmla="*/ 720 w 1020"/>
                                  <a:gd name="T11" fmla="*/ 1090 h 2930"/>
                                  <a:gd name="T12" fmla="*/ 590 w 1020"/>
                                  <a:gd name="T13" fmla="*/ 1325 h 2930"/>
                                  <a:gd name="T14" fmla="*/ 490 w 1020"/>
                                  <a:gd name="T15" fmla="*/ 1525 h 2930"/>
                                  <a:gd name="T16" fmla="*/ 390 w 1020"/>
                                  <a:gd name="T17" fmla="*/ 1785 h 2930"/>
                                  <a:gd name="T18" fmla="*/ 300 w 1020"/>
                                  <a:gd name="T19" fmla="*/ 2070 h 2930"/>
                                  <a:gd name="T20" fmla="*/ 215 w 1020"/>
                                  <a:gd name="T21" fmla="*/ 2335 h 2930"/>
                                  <a:gd name="T22" fmla="*/ 155 w 1020"/>
                                  <a:gd name="T23" fmla="*/ 2555 h 2930"/>
                                  <a:gd name="T24" fmla="*/ 75 w 1020"/>
                                  <a:gd name="T25" fmla="*/ 2825 h 2930"/>
                                  <a:gd name="T26" fmla="*/ 0 w 1020"/>
                                  <a:gd name="T27" fmla="*/ 2930 h 2930"/>
                                  <a:gd name="T28" fmla="*/ 80 w 1020"/>
                                  <a:gd name="T29" fmla="*/ 2755 h 2930"/>
                                  <a:gd name="T30" fmla="*/ 225 w 1020"/>
                                  <a:gd name="T31" fmla="*/ 2240 h 2930"/>
                                  <a:gd name="T32" fmla="*/ 330 w 1020"/>
                                  <a:gd name="T33" fmla="*/ 1890 h 2930"/>
                                  <a:gd name="T34" fmla="*/ 405 w 1020"/>
                                  <a:gd name="T35" fmla="*/ 1665 h 2930"/>
                                  <a:gd name="T36" fmla="*/ 530 w 1020"/>
                                  <a:gd name="T37" fmla="*/ 1405 h 2930"/>
                                  <a:gd name="T38" fmla="*/ 680 w 1020"/>
                                  <a:gd name="T39" fmla="*/ 1130 h 2930"/>
                                  <a:gd name="T40" fmla="*/ 835 w 1020"/>
                                  <a:gd name="T41" fmla="*/ 800 h 2930"/>
                                  <a:gd name="T42" fmla="*/ 915 w 1020"/>
                                  <a:gd name="T43" fmla="*/ 610 h 2930"/>
                                  <a:gd name="T44" fmla="*/ 995 w 1020"/>
                                  <a:gd name="T45" fmla="*/ 320 h 2930"/>
                                  <a:gd name="T46" fmla="*/ 1010 w 1020"/>
                                  <a:gd name="T47" fmla="*/ 65 h 2930"/>
                                  <a:gd name="T48" fmla="*/ 1000 w 1020"/>
                                  <a:gd name="T49" fmla="*/ 0 h 2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020" h="2930">
                                    <a:moveTo>
                                      <a:pt x="1010" y="30"/>
                                    </a:moveTo>
                                    <a:lnTo>
                                      <a:pt x="1020" y="200"/>
                                    </a:lnTo>
                                    <a:lnTo>
                                      <a:pt x="995" y="395"/>
                                    </a:lnTo>
                                    <a:lnTo>
                                      <a:pt x="930" y="610"/>
                                    </a:lnTo>
                                    <a:lnTo>
                                      <a:pt x="835" y="860"/>
                                    </a:lnTo>
                                    <a:lnTo>
                                      <a:pt x="720" y="1090"/>
                                    </a:lnTo>
                                    <a:lnTo>
                                      <a:pt x="590" y="1325"/>
                                    </a:lnTo>
                                    <a:lnTo>
                                      <a:pt x="490" y="1525"/>
                                    </a:lnTo>
                                    <a:lnTo>
                                      <a:pt x="390" y="1785"/>
                                    </a:lnTo>
                                    <a:lnTo>
                                      <a:pt x="300" y="2070"/>
                                    </a:lnTo>
                                    <a:lnTo>
                                      <a:pt x="215" y="2335"/>
                                    </a:lnTo>
                                    <a:lnTo>
                                      <a:pt x="155" y="2555"/>
                                    </a:lnTo>
                                    <a:lnTo>
                                      <a:pt x="75" y="2825"/>
                                    </a:lnTo>
                                    <a:lnTo>
                                      <a:pt x="0" y="2930"/>
                                    </a:lnTo>
                                    <a:lnTo>
                                      <a:pt x="80" y="2755"/>
                                    </a:lnTo>
                                    <a:lnTo>
                                      <a:pt x="225" y="2240"/>
                                    </a:lnTo>
                                    <a:lnTo>
                                      <a:pt x="330" y="1890"/>
                                    </a:lnTo>
                                    <a:lnTo>
                                      <a:pt x="405" y="1665"/>
                                    </a:lnTo>
                                    <a:lnTo>
                                      <a:pt x="530" y="1405"/>
                                    </a:lnTo>
                                    <a:lnTo>
                                      <a:pt x="680" y="1130"/>
                                    </a:lnTo>
                                    <a:lnTo>
                                      <a:pt x="835" y="800"/>
                                    </a:lnTo>
                                    <a:lnTo>
                                      <a:pt x="915" y="610"/>
                                    </a:lnTo>
                                    <a:lnTo>
                                      <a:pt x="995" y="320"/>
                                    </a:lnTo>
                                    <a:lnTo>
                                      <a:pt x="1010" y="65"/>
                                    </a:lnTo>
                                    <a:lnTo>
                                      <a:pt x="10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199D93D" id="Freeform 437" o:spid="_x0000_s1026" style="position:absolute;z-index:25162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6.55pt,218.5pt,167.05pt,227pt,165.8pt,236.75pt,162.55pt,247.5pt,157.8pt,260pt,152.05pt,271.5pt,145.55pt,283.25pt,140.55pt,293.25pt,135.55pt,306.25pt,131.05pt,320.5pt,126.8pt,333.75pt,123.8pt,344.75pt,119.8pt,358.25pt,116.05pt,363.5pt,120.05pt,354.75pt,127.3pt,329pt,132.55pt,311.5pt,136.3pt,300.25pt,142.55pt,287.25pt,150.05pt,273.5pt,157.8pt,257pt,161.8pt,247.5pt,165.8pt,233pt,166.55pt,220.25pt,166.05pt,217pt" coordsize="1020,2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" fillcolor="#333">
                      <v:path arrowok="t" o:connecttype="custom" o:connectlocs="641350,19050;647700,127000;631825,250825;590550,387350;530225,546100;457200,692150;374650,841375;311150,968375;247650,1133475;190500,1314450;136525,1482725;98425,1622425;47625,1793875;0,1860550;50800,1749425;142875,1422400;209550,1200150;257175,1057275;336550,892175;431800,717550;530225,508000;581025,387350;631825,203200;641350,41275;635000,0" o:connectangles="0,0,0,0,0,0,0,0,0,0,0,0,0,0,0,0,0,0,0,0,0,0,0,0,0"/>
                    </v:polyline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5969" behindDoc="0" locked="0" layoutInCell="1" allowOverlap="1">
                      <wp:simplePos x="0" y="0"/>
                      <wp:positionH relativeFrom="column">
                        <wp:posOffset>1470660</wp:posOffset>
                      </wp:positionH>
                      <wp:positionV relativeFrom="paragraph">
                        <wp:posOffset>2628900</wp:posOffset>
                      </wp:positionV>
                      <wp:extent cx="704850" cy="2051050"/>
                      <wp:effectExtent l="38100" t="6350" r="9525" b="47625"/>
                      <wp:wrapNone/>
                      <wp:docPr id="25" name="Freeform 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04850" cy="2051050"/>
                              </a:xfrm>
                              <a:custGeom>
                                <a:avLst/>
                                <a:gdLst>
                                  <a:gd name="T0" fmla="*/ 1110 w 1110"/>
                                  <a:gd name="T1" fmla="*/ 0 h 3230"/>
                                  <a:gd name="T2" fmla="*/ 1065 w 1110"/>
                                  <a:gd name="T3" fmla="*/ 205 h 3230"/>
                                  <a:gd name="T4" fmla="*/ 1060 w 1110"/>
                                  <a:gd name="T5" fmla="*/ 450 h 3230"/>
                                  <a:gd name="T6" fmla="*/ 1040 w 1110"/>
                                  <a:gd name="T7" fmla="*/ 600 h 3230"/>
                                  <a:gd name="T8" fmla="*/ 940 w 1110"/>
                                  <a:gd name="T9" fmla="*/ 935 h 3230"/>
                                  <a:gd name="T10" fmla="*/ 825 w 1110"/>
                                  <a:gd name="T11" fmla="*/ 1190 h 3230"/>
                                  <a:gd name="T12" fmla="*/ 650 w 1110"/>
                                  <a:gd name="T13" fmla="*/ 1515 h 3230"/>
                                  <a:gd name="T14" fmla="*/ 500 w 1110"/>
                                  <a:gd name="T15" fmla="*/ 1815 h 3230"/>
                                  <a:gd name="T16" fmla="*/ 415 w 1110"/>
                                  <a:gd name="T17" fmla="*/ 2055 h 3230"/>
                                  <a:gd name="T18" fmla="*/ 295 w 1110"/>
                                  <a:gd name="T19" fmla="*/ 2425 h 3230"/>
                                  <a:gd name="T20" fmla="*/ 185 w 1110"/>
                                  <a:gd name="T21" fmla="*/ 2800 h 3230"/>
                                  <a:gd name="T22" fmla="*/ 110 w 1110"/>
                                  <a:gd name="T23" fmla="*/ 3040 h 3230"/>
                                  <a:gd name="T24" fmla="*/ 40 w 1110"/>
                                  <a:gd name="T25" fmla="*/ 3165 h 3230"/>
                                  <a:gd name="T26" fmla="*/ 0 w 1110"/>
                                  <a:gd name="T27" fmla="*/ 3230 h 3230"/>
                                  <a:gd name="T28" fmla="*/ 65 w 1110"/>
                                  <a:gd name="T29" fmla="*/ 3160 h 3230"/>
                                  <a:gd name="T30" fmla="*/ 135 w 1110"/>
                                  <a:gd name="T31" fmla="*/ 3030 h 3230"/>
                                  <a:gd name="T32" fmla="*/ 320 w 1110"/>
                                  <a:gd name="T33" fmla="*/ 2425 h 3230"/>
                                  <a:gd name="T34" fmla="*/ 505 w 1110"/>
                                  <a:gd name="T35" fmla="*/ 1860 h 3230"/>
                                  <a:gd name="T36" fmla="*/ 595 w 1110"/>
                                  <a:gd name="T37" fmla="*/ 1655 h 3230"/>
                                  <a:gd name="T38" fmla="*/ 740 w 1110"/>
                                  <a:gd name="T39" fmla="*/ 1380 h 3230"/>
                                  <a:gd name="T40" fmla="*/ 865 w 1110"/>
                                  <a:gd name="T41" fmla="*/ 1140 h 3230"/>
                                  <a:gd name="T42" fmla="*/ 1000 w 1110"/>
                                  <a:gd name="T43" fmla="*/ 825 h 3230"/>
                                  <a:gd name="T44" fmla="*/ 1085 w 1110"/>
                                  <a:gd name="T45" fmla="*/ 505 h 3230"/>
                                  <a:gd name="T46" fmla="*/ 1085 w 1110"/>
                                  <a:gd name="T47" fmla="*/ 305 h 3230"/>
                                  <a:gd name="T48" fmla="*/ 1080 w 1110"/>
                                  <a:gd name="T49" fmla="*/ 150 h 3230"/>
                                  <a:gd name="T50" fmla="*/ 1110 w 1110"/>
                                  <a:gd name="T51" fmla="*/ 0 h 32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110" h="3230">
                                    <a:moveTo>
                                      <a:pt x="1110" y="0"/>
                                    </a:moveTo>
                                    <a:lnTo>
                                      <a:pt x="1065" y="205"/>
                                    </a:lnTo>
                                    <a:lnTo>
                                      <a:pt x="1060" y="450"/>
                                    </a:lnTo>
                                    <a:lnTo>
                                      <a:pt x="1040" y="600"/>
                                    </a:lnTo>
                                    <a:lnTo>
                                      <a:pt x="940" y="935"/>
                                    </a:lnTo>
                                    <a:lnTo>
                                      <a:pt x="825" y="1190"/>
                                    </a:lnTo>
                                    <a:lnTo>
                                      <a:pt x="650" y="1515"/>
                                    </a:lnTo>
                                    <a:lnTo>
                                      <a:pt x="500" y="1815"/>
                                    </a:lnTo>
                                    <a:lnTo>
                                      <a:pt x="415" y="2055"/>
                                    </a:lnTo>
                                    <a:lnTo>
                                      <a:pt x="295" y="2425"/>
                                    </a:lnTo>
                                    <a:lnTo>
                                      <a:pt x="185" y="2800"/>
                                    </a:lnTo>
                                    <a:lnTo>
                                      <a:pt x="110" y="3040"/>
                                    </a:lnTo>
                                    <a:lnTo>
                                      <a:pt x="40" y="3165"/>
                                    </a:lnTo>
                                    <a:lnTo>
                                      <a:pt x="0" y="3230"/>
                                    </a:lnTo>
                                    <a:lnTo>
                                      <a:pt x="65" y="3160"/>
                                    </a:lnTo>
                                    <a:lnTo>
                                      <a:pt x="135" y="3030"/>
                                    </a:lnTo>
                                    <a:lnTo>
                                      <a:pt x="320" y="2425"/>
                                    </a:lnTo>
                                    <a:lnTo>
                                      <a:pt x="505" y="1860"/>
                                    </a:lnTo>
                                    <a:lnTo>
                                      <a:pt x="595" y="1655"/>
                                    </a:lnTo>
                                    <a:lnTo>
                                      <a:pt x="740" y="1380"/>
                                    </a:lnTo>
                                    <a:lnTo>
                                      <a:pt x="865" y="1140"/>
                                    </a:lnTo>
                                    <a:lnTo>
                                      <a:pt x="1000" y="825"/>
                                    </a:lnTo>
                                    <a:lnTo>
                                      <a:pt x="1085" y="505"/>
                                    </a:lnTo>
                                    <a:lnTo>
                                      <a:pt x="1085" y="305"/>
                                    </a:lnTo>
                                    <a:lnTo>
                                      <a:pt x="1080" y="150"/>
                                    </a:lnTo>
                                    <a:lnTo>
                                      <a:pt x="11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65C9E3" id="Freeform 436" o:spid="_x0000_s1026" style="position:absolute;margin-left:115.8pt;margin-top:207pt;width:55.5pt;height:161.5pt;z-index:2516259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10,3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" path="m1110,r-45,205l1060,450r-20,150l940,935,825,1190,650,1515,500,1815r-85,240l295,2425,185,2800r-75,240l40,3165,,3230r65,-70l135,3030,320,2425,505,1860r90,-205l740,1380,865,1140,1000,825r85,-320l1085,305r-5,-155l1110,xe" fillcolor="#333">
                      <v:path arrowok="t" o:connecttype="custom" o:connectlocs="704850,0;676275,130175;673100,285750;660400,381000;596900,593725;523875,755650;412750,962025;317500,1152525;263525,1304925;187325,1539875;117475,1778000;69850,1930400;25400,2009775;0,2051050;41275,2006600;85725,1924050;203200,1539875;320675,1181100;377825,1050925;469900,876300;549275,723900;635000,523875;688975,320675;688975,193675;685800,95250;704850,0" o:connectangles="0,0,0,0,0,0,0,0,0,0,0,0,0,0,0,0,0,0,0,0,0,0,0,0,0,0"/>
                    </v:shape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6994" behindDoc="0" locked="0" layoutInCell="1" allowOverlap="1">
                      <wp:simplePos x="0" y="0"/>
                      <wp:positionH relativeFrom="column">
                        <wp:posOffset>1429385</wp:posOffset>
                      </wp:positionH>
                      <wp:positionV relativeFrom="paragraph">
                        <wp:posOffset>2755900</wp:posOffset>
                      </wp:positionV>
                      <wp:extent cx="676275" cy="1679575"/>
                      <wp:effectExtent l="6350" t="9525" r="60325" b="34925"/>
                      <wp:wrapNone/>
                      <wp:docPr id="24" name="Freeform 4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6275" cy="1679575"/>
                              </a:xfrm>
                              <a:custGeom>
                                <a:avLst/>
                                <a:gdLst>
                                  <a:gd name="T0" fmla="*/ 1065 w 1065"/>
                                  <a:gd name="T1" fmla="*/ 0 h 2645"/>
                                  <a:gd name="T2" fmla="*/ 940 w 1065"/>
                                  <a:gd name="T3" fmla="*/ 260 h 2645"/>
                                  <a:gd name="T4" fmla="*/ 845 w 1065"/>
                                  <a:gd name="T5" fmla="*/ 480 h 2645"/>
                                  <a:gd name="T6" fmla="*/ 720 w 1065"/>
                                  <a:gd name="T7" fmla="*/ 730 h 2645"/>
                                  <a:gd name="T8" fmla="*/ 640 w 1065"/>
                                  <a:gd name="T9" fmla="*/ 895 h 2645"/>
                                  <a:gd name="T10" fmla="*/ 530 w 1065"/>
                                  <a:gd name="T11" fmla="*/ 1135 h 2645"/>
                                  <a:gd name="T12" fmla="*/ 415 w 1065"/>
                                  <a:gd name="T13" fmla="*/ 1370 h 2645"/>
                                  <a:gd name="T14" fmla="*/ 345 w 1065"/>
                                  <a:gd name="T15" fmla="*/ 1510 h 2645"/>
                                  <a:gd name="T16" fmla="*/ 275 w 1065"/>
                                  <a:gd name="T17" fmla="*/ 1740 h 2645"/>
                                  <a:gd name="T18" fmla="*/ 210 w 1065"/>
                                  <a:gd name="T19" fmla="*/ 1950 h 2645"/>
                                  <a:gd name="T20" fmla="*/ 170 w 1065"/>
                                  <a:gd name="T21" fmla="*/ 2125 h 2645"/>
                                  <a:gd name="T22" fmla="*/ 100 w 1065"/>
                                  <a:gd name="T23" fmla="*/ 2335 h 2645"/>
                                  <a:gd name="T24" fmla="*/ 0 w 1065"/>
                                  <a:gd name="T25" fmla="*/ 2580 h 2645"/>
                                  <a:gd name="T26" fmla="*/ 0 w 1065"/>
                                  <a:gd name="T27" fmla="*/ 2645 h 2645"/>
                                  <a:gd name="T28" fmla="*/ 110 w 1065"/>
                                  <a:gd name="T29" fmla="*/ 2360 h 2645"/>
                                  <a:gd name="T30" fmla="*/ 195 w 1065"/>
                                  <a:gd name="T31" fmla="*/ 2115 h 2645"/>
                                  <a:gd name="T32" fmla="*/ 270 w 1065"/>
                                  <a:gd name="T33" fmla="*/ 1825 h 2645"/>
                                  <a:gd name="T34" fmla="*/ 335 w 1065"/>
                                  <a:gd name="T35" fmla="*/ 1595 h 2645"/>
                                  <a:gd name="T36" fmla="*/ 500 w 1065"/>
                                  <a:gd name="T37" fmla="*/ 1225 h 2645"/>
                                  <a:gd name="T38" fmla="*/ 660 w 1065"/>
                                  <a:gd name="T39" fmla="*/ 910 h 2645"/>
                                  <a:gd name="T40" fmla="*/ 810 w 1065"/>
                                  <a:gd name="T41" fmla="*/ 600 h 2645"/>
                                  <a:gd name="T42" fmla="*/ 890 w 1065"/>
                                  <a:gd name="T43" fmla="*/ 420 h 2645"/>
                                  <a:gd name="T44" fmla="*/ 1005 w 1065"/>
                                  <a:gd name="T45" fmla="*/ 155 h 2645"/>
                                  <a:gd name="T46" fmla="*/ 1065 w 1065"/>
                                  <a:gd name="T47" fmla="*/ 0 h 26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65" h="2645">
                                    <a:moveTo>
                                      <a:pt x="1065" y="0"/>
                                    </a:moveTo>
                                    <a:lnTo>
                                      <a:pt x="940" y="260"/>
                                    </a:lnTo>
                                    <a:lnTo>
                                      <a:pt x="845" y="480"/>
                                    </a:lnTo>
                                    <a:lnTo>
                                      <a:pt x="720" y="730"/>
                                    </a:lnTo>
                                    <a:lnTo>
                                      <a:pt x="640" y="895"/>
                                    </a:lnTo>
                                    <a:lnTo>
                                      <a:pt x="530" y="1135"/>
                                    </a:lnTo>
                                    <a:lnTo>
                                      <a:pt x="415" y="1370"/>
                                    </a:lnTo>
                                    <a:lnTo>
                                      <a:pt x="345" y="1510"/>
                                    </a:lnTo>
                                    <a:lnTo>
                                      <a:pt x="275" y="1740"/>
                                    </a:lnTo>
                                    <a:lnTo>
                                      <a:pt x="210" y="1950"/>
                                    </a:lnTo>
                                    <a:lnTo>
                                      <a:pt x="170" y="2125"/>
                                    </a:lnTo>
                                    <a:lnTo>
                                      <a:pt x="100" y="2335"/>
                                    </a:lnTo>
                                    <a:lnTo>
                                      <a:pt x="0" y="2580"/>
                                    </a:lnTo>
                                    <a:lnTo>
                                      <a:pt x="0" y="2645"/>
                                    </a:lnTo>
                                    <a:lnTo>
                                      <a:pt x="110" y="2360"/>
                                    </a:lnTo>
                                    <a:lnTo>
                                      <a:pt x="195" y="2115"/>
                                    </a:lnTo>
                                    <a:lnTo>
                                      <a:pt x="270" y="1825"/>
                                    </a:lnTo>
                                    <a:lnTo>
                                      <a:pt x="335" y="1595"/>
                                    </a:lnTo>
                                    <a:lnTo>
                                      <a:pt x="500" y="1225"/>
                                    </a:lnTo>
                                    <a:lnTo>
                                      <a:pt x="660" y="910"/>
                                    </a:lnTo>
                                    <a:lnTo>
                                      <a:pt x="810" y="600"/>
                                    </a:lnTo>
                                    <a:lnTo>
                                      <a:pt x="890" y="420"/>
                                    </a:lnTo>
                                    <a:lnTo>
                                      <a:pt x="1005" y="155"/>
                                    </a:lnTo>
                                    <a:lnTo>
                                      <a:pt x="10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4755B" id="Freeform 435" o:spid="_x0000_s1026" style="position:absolute;margin-left:112.55pt;margin-top:217pt;width:53.25pt;height:132.25pt;z-index:2516269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65,2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" path="m1065,l940,260,845,480,720,730,640,895,530,1135,415,1370r-70,140l275,1740r-65,210l170,2125r-70,210l,2580r,65l110,2360r85,-245l270,1825r65,-230l500,1225,660,910,810,600,890,420,1005,155,1065,xe" fillcolor="#333">
                      <v:path arrowok="t" o:connecttype="custom" o:connectlocs="676275,0;596900,165100;536575,304800;457200,463550;406400,568325;336550,720725;263525,869950;219075,958850;174625,1104900;133350,1238250;107950,1349375;63500,1482725;0,1638300;0,1679575;69850,1498600;123825,1343025;171450,1158875;212725,1012825;317500,777875;419100,577850;514350,381000;565150,266700;638175,98425;676275,0" o:connectangles="0,0,0,0,0,0,0,0,0,0,0,0,0,0,0,0,0,0,0,0,0,0,0,0"/>
                    </v:shape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8019" behindDoc="0" locked="0" layoutInCell="1" allowOverlap="1">
                      <wp:simplePos x="0" y="0"/>
                      <wp:positionH relativeFrom="column">
                        <wp:posOffset>1388110</wp:posOffset>
                      </wp:positionH>
                      <wp:positionV relativeFrom="paragraph">
                        <wp:posOffset>2555875</wp:posOffset>
                      </wp:positionV>
                      <wp:extent cx="755650" cy="1860550"/>
                      <wp:effectExtent l="31750" t="9525" r="60325" b="63500"/>
                      <wp:wrapNone/>
                      <wp:docPr id="23" name="Freeform 4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5650" cy="1860550"/>
                              </a:xfrm>
                              <a:custGeom>
                                <a:avLst/>
                                <a:gdLst>
                                  <a:gd name="T0" fmla="*/ 1190 w 1190"/>
                                  <a:gd name="T1" fmla="*/ 0 h 2930"/>
                                  <a:gd name="T2" fmla="*/ 1150 w 1190"/>
                                  <a:gd name="T3" fmla="*/ 135 h 2930"/>
                                  <a:gd name="T4" fmla="*/ 1055 w 1190"/>
                                  <a:gd name="T5" fmla="*/ 345 h 2930"/>
                                  <a:gd name="T6" fmla="*/ 935 w 1190"/>
                                  <a:gd name="T7" fmla="*/ 635 h 2930"/>
                                  <a:gd name="T8" fmla="*/ 760 w 1190"/>
                                  <a:gd name="T9" fmla="*/ 990 h 2930"/>
                                  <a:gd name="T10" fmla="*/ 665 w 1190"/>
                                  <a:gd name="T11" fmla="*/ 1210 h 2930"/>
                                  <a:gd name="T12" fmla="*/ 515 w 1190"/>
                                  <a:gd name="T13" fmla="*/ 1520 h 2930"/>
                                  <a:gd name="T14" fmla="*/ 410 w 1190"/>
                                  <a:gd name="T15" fmla="*/ 1730 h 2930"/>
                                  <a:gd name="T16" fmla="*/ 335 w 1190"/>
                                  <a:gd name="T17" fmla="*/ 1945 h 2930"/>
                                  <a:gd name="T18" fmla="*/ 265 w 1190"/>
                                  <a:gd name="T19" fmla="*/ 2180 h 2930"/>
                                  <a:gd name="T20" fmla="*/ 205 w 1190"/>
                                  <a:gd name="T21" fmla="*/ 2425 h 2930"/>
                                  <a:gd name="T22" fmla="*/ 140 w 1190"/>
                                  <a:gd name="T23" fmla="*/ 2615 h 2930"/>
                                  <a:gd name="T24" fmla="*/ 50 w 1190"/>
                                  <a:gd name="T25" fmla="*/ 2850 h 2930"/>
                                  <a:gd name="T26" fmla="*/ 0 w 1190"/>
                                  <a:gd name="T27" fmla="*/ 2930 h 2930"/>
                                  <a:gd name="T28" fmla="*/ 105 w 1190"/>
                                  <a:gd name="T29" fmla="*/ 2675 h 2930"/>
                                  <a:gd name="T30" fmla="*/ 195 w 1190"/>
                                  <a:gd name="T31" fmla="*/ 2380 h 2930"/>
                                  <a:gd name="T32" fmla="*/ 270 w 1190"/>
                                  <a:gd name="T33" fmla="*/ 2090 h 2930"/>
                                  <a:gd name="T34" fmla="*/ 355 w 1190"/>
                                  <a:gd name="T35" fmla="*/ 1800 h 2930"/>
                                  <a:gd name="T36" fmla="*/ 555 w 1190"/>
                                  <a:gd name="T37" fmla="*/ 1385 h 2930"/>
                                  <a:gd name="T38" fmla="*/ 780 w 1190"/>
                                  <a:gd name="T39" fmla="*/ 910 h 2930"/>
                                  <a:gd name="T40" fmla="*/ 1050 w 1190"/>
                                  <a:gd name="T41" fmla="*/ 310 h 2930"/>
                                  <a:gd name="T42" fmla="*/ 1165 w 1190"/>
                                  <a:gd name="T43" fmla="*/ 70 h 2930"/>
                                  <a:gd name="T44" fmla="*/ 1190 w 1190"/>
                                  <a:gd name="T45" fmla="*/ 0 h 2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190" h="2930">
                                    <a:moveTo>
                                      <a:pt x="1190" y="0"/>
                                    </a:moveTo>
                                    <a:lnTo>
                                      <a:pt x="1150" y="135"/>
                                    </a:lnTo>
                                    <a:lnTo>
                                      <a:pt x="1055" y="345"/>
                                    </a:lnTo>
                                    <a:lnTo>
                                      <a:pt x="935" y="635"/>
                                    </a:lnTo>
                                    <a:lnTo>
                                      <a:pt x="760" y="990"/>
                                    </a:lnTo>
                                    <a:lnTo>
                                      <a:pt x="665" y="1210"/>
                                    </a:lnTo>
                                    <a:lnTo>
                                      <a:pt x="515" y="1520"/>
                                    </a:lnTo>
                                    <a:lnTo>
                                      <a:pt x="410" y="1730"/>
                                    </a:lnTo>
                                    <a:lnTo>
                                      <a:pt x="335" y="1945"/>
                                    </a:lnTo>
                                    <a:lnTo>
                                      <a:pt x="265" y="2180"/>
                                    </a:lnTo>
                                    <a:lnTo>
                                      <a:pt x="205" y="2425"/>
                                    </a:lnTo>
                                    <a:lnTo>
                                      <a:pt x="140" y="2615"/>
                                    </a:lnTo>
                                    <a:lnTo>
                                      <a:pt x="50" y="2850"/>
                                    </a:lnTo>
                                    <a:lnTo>
                                      <a:pt x="0" y="2930"/>
                                    </a:lnTo>
                                    <a:lnTo>
                                      <a:pt x="105" y="2675"/>
                                    </a:lnTo>
                                    <a:lnTo>
                                      <a:pt x="195" y="2380"/>
                                    </a:lnTo>
                                    <a:lnTo>
                                      <a:pt x="270" y="2090"/>
                                    </a:lnTo>
                                    <a:lnTo>
                                      <a:pt x="355" y="1800"/>
                                    </a:lnTo>
                                    <a:lnTo>
                                      <a:pt x="555" y="1385"/>
                                    </a:lnTo>
                                    <a:lnTo>
                                      <a:pt x="780" y="910"/>
                                    </a:lnTo>
                                    <a:lnTo>
                                      <a:pt x="1050" y="310"/>
                                    </a:lnTo>
                                    <a:lnTo>
                                      <a:pt x="1165" y="70"/>
                                    </a:lnTo>
                                    <a:lnTo>
                                      <a:pt x="11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018B1" id="Freeform 434" o:spid="_x0000_s1026" style="position:absolute;margin-left:109.3pt;margin-top:201.25pt;width:59.5pt;height:146.5pt;z-index:2516280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0,2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" path="m1190,r-40,135l1055,345,935,635,760,990r-95,220l515,1520,410,1730r-75,215l265,2180r-60,245l140,2615,50,2850,,2930,105,2675r90,-295l270,2090r85,-290l555,1385,780,910,1050,310,1165,70,1190,xe" fillcolor="#333">
                      <v:path arrowok="t" o:connecttype="custom" o:connectlocs="755650,0;730250,85725;669925,219075;593725,403225;482600,628650;422275,768350;327025,965200;260350,1098550;212725,1235075;168275,1384300;130175,1539875;88900,1660525;31750,1809750;0,1860550;66675,1698625;123825,1511300;171450,1327150;225425,1143000;352425,879475;495300,577850;666750,196850;739775,44450;755650,0" o:connectangles="0,0,0,0,0,0,0,0,0,0,0,0,0,0,0,0,0,0,0,0,0,0,0"/>
                    </v:shape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9044" behindDoc="0" locked="0" layoutInCell="1" allowOverlap="1">
                      <wp:simplePos x="0" y="0"/>
                      <wp:positionH relativeFrom="column">
                        <wp:posOffset>1181735</wp:posOffset>
                      </wp:positionH>
                      <wp:positionV relativeFrom="paragraph">
                        <wp:posOffset>2530475</wp:posOffset>
                      </wp:positionV>
                      <wp:extent cx="942975" cy="1981200"/>
                      <wp:effectExtent l="25400" t="41275" r="12700" b="34925"/>
                      <wp:wrapNone/>
                      <wp:docPr id="22" name="Freeform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2975" cy="1981200"/>
                              </a:xfrm>
                              <a:custGeom>
                                <a:avLst/>
                                <a:gdLst>
                                  <a:gd name="T0" fmla="*/ 1485 w 1485"/>
                                  <a:gd name="T1" fmla="*/ 0 h 3120"/>
                                  <a:gd name="T2" fmla="*/ 1355 w 1485"/>
                                  <a:gd name="T3" fmla="*/ 35 h 3120"/>
                                  <a:gd name="T4" fmla="*/ 1235 w 1485"/>
                                  <a:gd name="T5" fmla="*/ 115 h 3120"/>
                                  <a:gd name="T6" fmla="*/ 1105 w 1485"/>
                                  <a:gd name="T7" fmla="*/ 215 h 3120"/>
                                  <a:gd name="T8" fmla="*/ 1015 w 1485"/>
                                  <a:gd name="T9" fmla="*/ 310 h 3120"/>
                                  <a:gd name="T10" fmla="*/ 940 w 1485"/>
                                  <a:gd name="T11" fmla="*/ 440 h 3120"/>
                                  <a:gd name="T12" fmla="*/ 835 w 1485"/>
                                  <a:gd name="T13" fmla="*/ 650 h 3120"/>
                                  <a:gd name="T14" fmla="*/ 770 w 1485"/>
                                  <a:gd name="T15" fmla="*/ 860 h 3120"/>
                                  <a:gd name="T16" fmla="*/ 660 w 1485"/>
                                  <a:gd name="T17" fmla="*/ 1300 h 3120"/>
                                  <a:gd name="T18" fmla="*/ 590 w 1485"/>
                                  <a:gd name="T19" fmla="*/ 1595 h 3120"/>
                                  <a:gd name="T20" fmla="*/ 530 w 1485"/>
                                  <a:gd name="T21" fmla="*/ 1820 h 3120"/>
                                  <a:gd name="T22" fmla="*/ 485 w 1485"/>
                                  <a:gd name="T23" fmla="*/ 2000 h 3120"/>
                                  <a:gd name="T24" fmla="*/ 400 w 1485"/>
                                  <a:gd name="T25" fmla="*/ 2315 h 3120"/>
                                  <a:gd name="T26" fmla="*/ 360 w 1485"/>
                                  <a:gd name="T27" fmla="*/ 2500 h 3120"/>
                                  <a:gd name="T28" fmla="*/ 325 w 1485"/>
                                  <a:gd name="T29" fmla="*/ 2605 h 3120"/>
                                  <a:gd name="T30" fmla="*/ 270 w 1485"/>
                                  <a:gd name="T31" fmla="*/ 2725 h 3120"/>
                                  <a:gd name="T32" fmla="*/ 210 w 1485"/>
                                  <a:gd name="T33" fmla="*/ 2810 h 3120"/>
                                  <a:gd name="T34" fmla="*/ 120 w 1485"/>
                                  <a:gd name="T35" fmla="*/ 2945 h 3120"/>
                                  <a:gd name="T36" fmla="*/ 15 w 1485"/>
                                  <a:gd name="T37" fmla="*/ 3070 h 3120"/>
                                  <a:gd name="T38" fmla="*/ 0 w 1485"/>
                                  <a:gd name="T39" fmla="*/ 3120 h 3120"/>
                                  <a:gd name="T40" fmla="*/ 125 w 1485"/>
                                  <a:gd name="T41" fmla="*/ 2965 h 3120"/>
                                  <a:gd name="T42" fmla="*/ 250 w 1485"/>
                                  <a:gd name="T43" fmla="*/ 2790 h 3120"/>
                                  <a:gd name="T44" fmla="*/ 310 w 1485"/>
                                  <a:gd name="T45" fmla="*/ 2690 h 3120"/>
                                  <a:gd name="T46" fmla="*/ 360 w 1485"/>
                                  <a:gd name="T47" fmla="*/ 2565 h 3120"/>
                                  <a:gd name="T48" fmla="*/ 440 w 1485"/>
                                  <a:gd name="T49" fmla="*/ 2275 h 3120"/>
                                  <a:gd name="T50" fmla="*/ 595 w 1485"/>
                                  <a:gd name="T51" fmla="*/ 1660 h 3120"/>
                                  <a:gd name="T52" fmla="*/ 785 w 1485"/>
                                  <a:gd name="T53" fmla="*/ 900 h 3120"/>
                                  <a:gd name="T54" fmla="*/ 880 w 1485"/>
                                  <a:gd name="T55" fmla="*/ 610 h 3120"/>
                                  <a:gd name="T56" fmla="*/ 965 w 1485"/>
                                  <a:gd name="T57" fmla="*/ 435 h 3120"/>
                                  <a:gd name="T58" fmla="*/ 1050 w 1485"/>
                                  <a:gd name="T59" fmla="*/ 300 h 3120"/>
                                  <a:gd name="T60" fmla="*/ 1160 w 1485"/>
                                  <a:gd name="T61" fmla="*/ 195 h 3120"/>
                                  <a:gd name="T62" fmla="*/ 1290 w 1485"/>
                                  <a:gd name="T63" fmla="*/ 95 h 3120"/>
                                  <a:gd name="T64" fmla="*/ 1415 w 1485"/>
                                  <a:gd name="T65" fmla="*/ 25 h 3120"/>
                                  <a:gd name="T66" fmla="*/ 1485 w 1485"/>
                                  <a:gd name="T67" fmla="*/ 0 h 31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485" h="3120">
                                    <a:moveTo>
                                      <a:pt x="1485" y="0"/>
                                    </a:moveTo>
                                    <a:lnTo>
                                      <a:pt x="1355" y="35"/>
                                    </a:lnTo>
                                    <a:lnTo>
                                      <a:pt x="1235" y="115"/>
                                    </a:lnTo>
                                    <a:lnTo>
                                      <a:pt x="1105" y="215"/>
                                    </a:lnTo>
                                    <a:lnTo>
                                      <a:pt x="1015" y="310"/>
                                    </a:lnTo>
                                    <a:lnTo>
                                      <a:pt x="940" y="440"/>
                                    </a:lnTo>
                                    <a:lnTo>
                                      <a:pt x="835" y="650"/>
                                    </a:lnTo>
                                    <a:lnTo>
                                      <a:pt x="770" y="860"/>
                                    </a:lnTo>
                                    <a:lnTo>
                                      <a:pt x="660" y="1300"/>
                                    </a:lnTo>
                                    <a:lnTo>
                                      <a:pt x="590" y="1595"/>
                                    </a:lnTo>
                                    <a:lnTo>
                                      <a:pt x="530" y="1820"/>
                                    </a:lnTo>
                                    <a:lnTo>
                                      <a:pt x="485" y="2000"/>
                                    </a:lnTo>
                                    <a:lnTo>
                                      <a:pt x="400" y="2315"/>
                                    </a:lnTo>
                                    <a:lnTo>
                                      <a:pt x="360" y="2500"/>
                                    </a:lnTo>
                                    <a:lnTo>
                                      <a:pt x="325" y="2605"/>
                                    </a:lnTo>
                                    <a:lnTo>
                                      <a:pt x="270" y="2725"/>
                                    </a:lnTo>
                                    <a:lnTo>
                                      <a:pt x="210" y="2810"/>
                                    </a:lnTo>
                                    <a:lnTo>
                                      <a:pt x="120" y="2945"/>
                                    </a:lnTo>
                                    <a:lnTo>
                                      <a:pt x="15" y="3070"/>
                                    </a:lnTo>
                                    <a:lnTo>
                                      <a:pt x="0" y="3120"/>
                                    </a:lnTo>
                                    <a:lnTo>
                                      <a:pt x="125" y="2965"/>
                                    </a:lnTo>
                                    <a:lnTo>
                                      <a:pt x="250" y="2790"/>
                                    </a:lnTo>
                                    <a:lnTo>
                                      <a:pt x="310" y="2690"/>
                                    </a:lnTo>
                                    <a:lnTo>
                                      <a:pt x="360" y="2565"/>
                                    </a:lnTo>
                                    <a:lnTo>
                                      <a:pt x="440" y="2275"/>
                                    </a:lnTo>
                                    <a:lnTo>
                                      <a:pt x="595" y="1660"/>
                                    </a:lnTo>
                                    <a:lnTo>
                                      <a:pt x="785" y="900"/>
                                    </a:lnTo>
                                    <a:lnTo>
                                      <a:pt x="880" y="610"/>
                                    </a:lnTo>
                                    <a:lnTo>
                                      <a:pt x="965" y="435"/>
                                    </a:lnTo>
                                    <a:lnTo>
                                      <a:pt x="1050" y="300"/>
                                    </a:lnTo>
                                    <a:lnTo>
                                      <a:pt x="1160" y="195"/>
                                    </a:lnTo>
                                    <a:lnTo>
                                      <a:pt x="1290" y="95"/>
                                    </a:lnTo>
                                    <a:lnTo>
                                      <a:pt x="1415" y="25"/>
                                    </a:lnTo>
                                    <a:lnTo>
                                      <a:pt x="14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A507B" id="Freeform 433" o:spid="_x0000_s1026" style="position:absolute;margin-left:93.05pt;margin-top:199.25pt;width:74.25pt;height:156pt;z-index:2516290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85,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" path="m1485,l1355,35r-120,80l1105,215r-90,95l940,440,835,650,770,860,660,1300r-70,295l530,1820r-45,180l400,2315r-40,185l325,2605r-55,120l210,2810r-90,135l15,3070,,3120,125,2965,250,2790r60,-100l360,2565r80,-290l595,1660,785,900,880,610,965,435r85,-135l1160,195,1290,95,1415,25,1485,xe" fillcolor="#333">
                      <v:path arrowok="t" o:connecttype="custom" o:connectlocs="942975,0;860425,22225;784225,73025;701675,136525;644525,196850;596900,279400;530225,412750;488950,546100;419100,825500;374650,1012825;336550,1155700;307975,1270000;254000,1470025;228600,1587500;206375,1654175;171450,1730375;133350,1784350;76200,1870075;9525,1949450;0,1981200;79375,1882775;158750,1771650;196850,1708150;228600,1628775;279400,1444625;377825,1054100;498475,571500;558800,387350;612775,276225;666750,190500;736600,123825;819150,60325;898525,15875;942975,0" o:connectangles="0,0,0,0,0,0,0,0,0,0,0,0,0,0,0,0,0,0,0,0,0,0,0,0,0,0,0,0,0,0,0,0,0,0"/>
                    </v:shape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0069" behindDoc="0" locked="0" layoutInCell="1" allowOverlap="1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2406650</wp:posOffset>
                      </wp:positionV>
                      <wp:extent cx="1041400" cy="2070100"/>
                      <wp:effectExtent l="6350" t="69850" r="85725" b="12700"/>
                      <wp:wrapNone/>
                      <wp:docPr id="21" name="Freeform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1400" cy="2070100"/>
                              </a:xfrm>
                              <a:custGeom>
                                <a:avLst/>
                                <a:gdLst>
                                  <a:gd name="T0" fmla="*/ 0 w 1640"/>
                                  <a:gd name="T1" fmla="*/ 3260 h 3260"/>
                                  <a:gd name="T2" fmla="*/ 85 w 1640"/>
                                  <a:gd name="T3" fmla="*/ 3180 h 3260"/>
                                  <a:gd name="T4" fmla="*/ 220 w 1640"/>
                                  <a:gd name="T5" fmla="*/ 3025 h 3260"/>
                                  <a:gd name="T6" fmla="*/ 315 w 1640"/>
                                  <a:gd name="T7" fmla="*/ 2860 h 3260"/>
                                  <a:gd name="T8" fmla="*/ 380 w 1640"/>
                                  <a:gd name="T9" fmla="*/ 2700 h 3260"/>
                                  <a:gd name="T10" fmla="*/ 440 w 1640"/>
                                  <a:gd name="T11" fmla="*/ 2460 h 3260"/>
                                  <a:gd name="T12" fmla="*/ 540 w 1640"/>
                                  <a:gd name="T13" fmla="*/ 2085 h 3260"/>
                                  <a:gd name="T14" fmla="*/ 620 w 1640"/>
                                  <a:gd name="T15" fmla="*/ 1715 h 3260"/>
                                  <a:gd name="T16" fmla="*/ 720 w 1640"/>
                                  <a:gd name="T17" fmla="*/ 1310 h 3260"/>
                                  <a:gd name="T18" fmla="*/ 850 w 1640"/>
                                  <a:gd name="T19" fmla="*/ 865 h 3260"/>
                                  <a:gd name="T20" fmla="*/ 965 w 1640"/>
                                  <a:gd name="T21" fmla="*/ 605 h 3260"/>
                                  <a:gd name="T22" fmla="*/ 1090 w 1640"/>
                                  <a:gd name="T23" fmla="*/ 425 h 3260"/>
                                  <a:gd name="T24" fmla="*/ 1255 w 1640"/>
                                  <a:gd name="T25" fmla="*/ 285 h 3260"/>
                                  <a:gd name="T26" fmla="*/ 1505 w 1640"/>
                                  <a:gd name="T27" fmla="*/ 130 h 3260"/>
                                  <a:gd name="T28" fmla="*/ 1640 w 1640"/>
                                  <a:gd name="T29" fmla="*/ 0 h 3260"/>
                                  <a:gd name="T30" fmla="*/ 1500 w 1640"/>
                                  <a:gd name="T31" fmla="*/ 110 h 3260"/>
                                  <a:gd name="T32" fmla="*/ 1355 w 1640"/>
                                  <a:gd name="T33" fmla="*/ 200 h 3260"/>
                                  <a:gd name="T34" fmla="*/ 1255 w 1640"/>
                                  <a:gd name="T35" fmla="*/ 260 h 3260"/>
                                  <a:gd name="T36" fmla="*/ 1135 w 1640"/>
                                  <a:gd name="T37" fmla="*/ 350 h 3260"/>
                                  <a:gd name="T38" fmla="*/ 1030 w 1640"/>
                                  <a:gd name="T39" fmla="*/ 460 h 3260"/>
                                  <a:gd name="T40" fmla="*/ 925 w 1640"/>
                                  <a:gd name="T41" fmla="*/ 620 h 3260"/>
                                  <a:gd name="T42" fmla="*/ 810 w 1640"/>
                                  <a:gd name="T43" fmla="*/ 895 h 3260"/>
                                  <a:gd name="T44" fmla="*/ 660 w 1640"/>
                                  <a:gd name="T45" fmla="*/ 1435 h 3260"/>
                                  <a:gd name="T46" fmla="*/ 550 w 1640"/>
                                  <a:gd name="T47" fmla="*/ 1930 h 3260"/>
                                  <a:gd name="T48" fmla="*/ 450 w 1640"/>
                                  <a:gd name="T49" fmla="*/ 2340 h 3260"/>
                                  <a:gd name="T50" fmla="*/ 370 w 1640"/>
                                  <a:gd name="T51" fmla="*/ 2645 h 3260"/>
                                  <a:gd name="T52" fmla="*/ 305 w 1640"/>
                                  <a:gd name="T53" fmla="*/ 2825 h 3260"/>
                                  <a:gd name="T54" fmla="*/ 240 w 1640"/>
                                  <a:gd name="T55" fmla="*/ 2935 h 3260"/>
                                  <a:gd name="T56" fmla="*/ 170 w 1640"/>
                                  <a:gd name="T57" fmla="*/ 3045 h 3260"/>
                                  <a:gd name="T58" fmla="*/ 80 w 1640"/>
                                  <a:gd name="T59" fmla="*/ 3155 h 3260"/>
                                  <a:gd name="T60" fmla="*/ 15 w 1640"/>
                                  <a:gd name="T61" fmla="*/ 3235 h 32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1640" h="3260">
                                    <a:moveTo>
                                      <a:pt x="0" y="3260"/>
                                    </a:moveTo>
                                    <a:lnTo>
                                      <a:pt x="85" y="3180"/>
                                    </a:lnTo>
                                    <a:lnTo>
                                      <a:pt x="220" y="3025"/>
                                    </a:lnTo>
                                    <a:lnTo>
                                      <a:pt x="315" y="2860"/>
                                    </a:lnTo>
                                    <a:lnTo>
                                      <a:pt x="380" y="2700"/>
                                    </a:lnTo>
                                    <a:lnTo>
                                      <a:pt x="440" y="2460"/>
                                    </a:lnTo>
                                    <a:lnTo>
                                      <a:pt x="540" y="2085"/>
                                    </a:lnTo>
                                    <a:lnTo>
                                      <a:pt x="620" y="1715"/>
                                    </a:lnTo>
                                    <a:lnTo>
                                      <a:pt x="720" y="1310"/>
                                    </a:lnTo>
                                    <a:lnTo>
                                      <a:pt x="850" y="865"/>
                                    </a:lnTo>
                                    <a:lnTo>
                                      <a:pt x="965" y="605"/>
                                    </a:lnTo>
                                    <a:lnTo>
                                      <a:pt x="1090" y="425"/>
                                    </a:lnTo>
                                    <a:lnTo>
                                      <a:pt x="1255" y="285"/>
                                    </a:lnTo>
                                    <a:lnTo>
                                      <a:pt x="1505" y="130"/>
                                    </a:lnTo>
                                    <a:lnTo>
                                      <a:pt x="1640" y="0"/>
                                    </a:lnTo>
                                    <a:lnTo>
                                      <a:pt x="1500" y="110"/>
                                    </a:lnTo>
                                    <a:lnTo>
                                      <a:pt x="1355" y="200"/>
                                    </a:lnTo>
                                    <a:lnTo>
                                      <a:pt x="1255" y="260"/>
                                    </a:lnTo>
                                    <a:lnTo>
                                      <a:pt x="1135" y="350"/>
                                    </a:lnTo>
                                    <a:lnTo>
                                      <a:pt x="1030" y="460"/>
                                    </a:lnTo>
                                    <a:lnTo>
                                      <a:pt x="925" y="620"/>
                                    </a:lnTo>
                                    <a:lnTo>
                                      <a:pt x="810" y="895"/>
                                    </a:lnTo>
                                    <a:lnTo>
                                      <a:pt x="660" y="1435"/>
                                    </a:lnTo>
                                    <a:lnTo>
                                      <a:pt x="550" y="1930"/>
                                    </a:lnTo>
                                    <a:lnTo>
                                      <a:pt x="450" y="2340"/>
                                    </a:lnTo>
                                    <a:lnTo>
                                      <a:pt x="370" y="2645"/>
                                    </a:lnTo>
                                    <a:lnTo>
                                      <a:pt x="305" y="2825"/>
                                    </a:lnTo>
                                    <a:lnTo>
                                      <a:pt x="240" y="2935"/>
                                    </a:lnTo>
                                    <a:lnTo>
                                      <a:pt x="170" y="3045"/>
                                    </a:lnTo>
                                    <a:lnTo>
                                      <a:pt x="80" y="3155"/>
                                    </a:lnTo>
                                    <a:lnTo>
                                      <a:pt x="15" y="3235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1015D30E" id="Freeform 432" o:spid="_x0000_s1026" style="position:absolute;z-index:2516300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0.05pt,352.5pt,94.3pt,348.5pt,101.05pt,340.75pt,105.8pt,332.5pt,109.05pt,324.5pt,112.05pt,312.5pt,117.05pt,293.75pt,121.05pt,275.25pt,126.05pt,255pt,132.55pt,232.75pt,138.3pt,219.75pt,144.55pt,210.75pt,152.8pt,203.75pt,165.3pt,196pt,172.05pt,189.5pt,165.05pt,195pt,157.8pt,199.5pt,152.8pt,202.5pt,146.8pt,207pt,141.55pt,212.5pt,136.3pt,220.5pt,130.55pt,234.25pt,123.05pt,261.25pt,117.55pt,286pt,112.55pt,306.5pt,108.55pt,321.75pt,105.3pt,330.75pt,102.05pt,336.25pt,98.55pt,341.75pt,94.05pt,347.25pt,90.8pt,351.25pt" coordsize="1640,3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" fillcolor="#333">
                      <v:path arrowok="t" o:connecttype="custom" o:connectlocs="0,2070100;53975,2019300;139700,1920875;200025,1816100;241300,1714500;279400,1562100;342900,1323975;393700,1089025;457200,831850;539750,549275;612775,384175;692150,269875;796925,180975;955675,82550;1041400,0;952500,69850;860425,127000;796925,165100;720725,222250;654050,292100;587375,393700;514350,568325;419100,911225;349250,1225550;285750,1485900;234950,1679575;193675,1793875;152400,1863725;107950,1933575;50800,2003425;9525,2054225" o:connectangles="0,0,0,0,0,0,0,0,0,0,0,0,0,0,0,0,0,0,0,0,0,0,0,0,0,0,0,0,0,0,0"/>
                    </v:polyline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1094" behindDoc="0" locked="0" layoutInCell="1" allowOverlap="1">
                      <wp:simplePos x="0" y="0"/>
                      <wp:positionH relativeFrom="column">
                        <wp:posOffset>2192020</wp:posOffset>
                      </wp:positionH>
                      <wp:positionV relativeFrom="paragraph">
                        <wp:posOffset>2059940</wp:posOffset>
                      </wp:positionV>
                      <wp:extent cx="498475" cy="520065"/>
                      <wp:effectExtent l="45085" t="37465" r="56515" b="80645"/>
                      <wp:wrapNone/>
                      <wp:docPr id="20" name="Freeform 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8475" cy="520065"/>
                              </a:xfrm>
                              <a:custGeom>
                                <a:avLst/>
                                <a:gdLst>
                                  <a:gd name="T0" fmla="*/ 785 w 785"/>
                                  <a:gd name="T1" fmla="*/ 0 h 819"/>
                                  <a:gd name="T2" fmla="*/ 624 w 785"/>
                                  <a:gd name="T3" fmla="*/ 89 h 819"/>
                                  <a:gd name="T4" fmla="*/ 423 w 785"/>
                                  <a:gd name="T5" fmla="*/ 260 h 819"/>
                                  <a:gd name="T6" fmla="*/ 348 w 785"/>
                                  <a:gd name="T7" fmla="*/ 339 h 819"/>
                                  <a:gd name="T8" fmla="*/ 255 w 785"/>
                                  <a:gd name="T9" fmla="*/ 440 h 819"/>
                                  <a:gd name="T10" fmla="*/ 159 w 785"/>
                                  <a:gd name="T11" fmla="*/ 521 h 819"/>
                                  <a:gd name="T12" fmla="*/ 82 w 785"/>
                                  <a:gd name="T13" fmla="*/ 632 h 819"/>
                                  <a:gd name="T14" fmla="*/ 0 w 785"/>
                                  <a:gd name="T15" fmla="*/ 819 h 819"/>
                                  <a:gd name="T16" fmla="*/ 72 w 785"/>
                                  <a:gd name="T17" fmla="*/ 696 h 819"/>
                                  <a:gd name="T18" fmla="*/ 216 w 785"/>
                                  <a:gd name="T19" fmla="*/ 528 h 819"/>
                                  <a:gd name="T20" fmla="*/ 387 w 785"/>
                                  <a:gd name="T21" fmla="*/ 356 h 819"/>
                                  <a:gd name="T22" fmla="*/ 610 w 785"/>
                                  <a:gd name="T23" fmla="*/ 144 h 819"/>
                                  <a:gd name="T24" fmla="*/ 785 w 785"/>
                                  <a:gd name="T25" fmla="*/ 0 h 8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785" h="819">
                                    <a:moveTo>
                                      <a:pt x="785" y="0"/>
                                    </a:moveTo>
                                    <a:lnTo>
                                      <a:pt x="624" y="89"/>
                                    </a:lnTo>
                                    <a:lnTo>
                                      <a:pt x="423" y="260"/>
                                    </a:lnTo>
                                    <a:lnTo>
                                      <a:pt x="348" y="339"/>
                                    </a:lnTo>
                                    <a:lnTo>
                                      <a:pt x="255" y="440"/>
                                    </a:lnTo>
                                    <a:lnTo>
                                      <a:pt x="159" y="521"/>
                                    </a:lnTo>
                                    <a:lnTo>
                                      <a:pt x="82" y="632"/>
                                    </a:lnTo>
                                    <a:lnTo>
                                      <a:pt x="0" y="819"/>
                                    </a:lnTo>
                                    <a:lnTo>
                                      <a:pt x="72" y="696"/>
                                    </a:lnTo>
                                    <a:lnTo>
                                      <a:pt x="216" y="528"/>
                                    </a:lnTo>
                                    <a:lnTo>
                                      <a:pt x="387" y="356"/>
                                    </a:lnTo>
                                    <a:lnTo>
                                      <a:pt x="610" y="144"/>
                                    </a:lnTo>
                                    <a:lnTo>
                                      <a:pt x="7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FBC521" id="Freeform 431" o:spid="_x0000_s1026" style="position:absolute;margin-left:172.6pt;margin-top:162.2pt;width:39.25pt;height:40.95pt;z-index:2516310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5,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" path="m785,l624,89,423,260r-75,79l255,440r-96,81l82,632,,819,72,696,216,528,387,356,610,144,785,xe" fillcolor="#333">
                      <v:path arrowok="t" o:connecttype="custom" o:connectlocs="498475,0;396240,56515;268605,165100;220980,215265;161925,279400;100965,330835;52070,401320;0,520065;45720,441960;137160,335280;245745,226060;387350,91440;498475,0" o:connectangles="0,0,0,0,0,0,0,0,0,0,0,0,0"/>
                    </v:shape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2119" behindDoc="0" locked="0" layoutInCell="1" allowOverlap="1">
                      <wp:simplePos x="0" y="0"/>
                      <wp:positionH relativeFrom="column">
                        <wp:posOffset>2079625</wp:posOffset>
                      </wp:positionH>
                      <wp:positionV relativeFrom="paragraph">
                        <wp:posOffset>1994535</wp:posOffset>
                      </wp:positionV>
                      <wp:extent cx="533400" cy="495300"/>
                      <wp:effectExtent l="8890" t="10160" r="10160" b="8890"/>
                      <wp:wrapNone/>
                      <wp:docPr id="19" name="Freeform 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3400" cy="495300"/>
                              </a:xfrm>
                              <a:custGeom>
                                <a:avLst/>
                                <a:gdLst>
                                  <a:gd name="T0" fmla="*/ 840 w 840"/>
                                  <a:gd name="T1" fmla="*/ 0 h 780"/>
                                  <a:gd name="T2" fmla="*/ 602 w 840"/>
                                  <a:gd name="T3" fmla="*/ 211 h 780"/>
                                  <a:gd name="T4" fmla="*/ 518 w 840"/>
                                  <a:gd name="T5" fmla="*/ 317 h 780"/>
                                  <a:gd name="T6" fmla="*/ 372 w 840"/>
                                  <a:gd name="T7" fmla="*/ 447 h 780"/>
                                  <a:gd name="T8" fmla="*/ 237 w 840"/>
                                  <a:gd name="T9" fmla="*/ 605 h 780"/>
                                  <a:gd name="T10" fmla="*/ 165 w 840"/>
                                  <a:gd name="T11" fmla="*/ 672 h 780"/>
                                  <a:gd name="T12" fmla="*/ 0 w 840"/>
                                  <a:gd name="T13" fmla="*/ 780 h 780"/>
                                  <a:gd name="T14" fmla="*/ 139 w 840"/>
                                  <a:gd name="T15" fmla="*/ 675 h 780"/>
                                  <a:gd name="T16" fmla="*/ 216 w 840"/>
                                  <a:gd name="T17" fmla="*/ 598 h 780"/>
                                  <a:gd name="T18" fmla="*/ 319 w 840"/>
                                  <a:gd name="T19" fmla="*/ 483 h 780"/>
                                  <a:gd name="T20" fmla="*/ 470 w 840"/>
                                  <a:gd name="T21" fmla="*/ 324 h 780"/>
                                  <a:gd name="T22" fmla="*/ 578 w 840"/>
                                  <a:gd name="T23" fmla="*/ 211 h 780"/>
                                  <a:gd name="T24" fmla="*/ 840 w 840"/>
                                  <a:gd name="T25" fmla="*/ 0 h 7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840" h="780">
                                    <a:moveTo>
                                      <a:pt x="840" y="0"/>
                                    </a:moveTo>
                                    <a:lnTo>
                                      <a:pt x="602" y="211"/>
                                    </a:lnTo>
                                    <a:lnTo>
                                      <a:pt x="518" y="317"/>
                                    </a:lnTo>
                                    <a:lnTo>
                                      <a:pt x="372" y="447"/>
                                    </a:lnTo>
                                    <a:lnTo>
                                      <a:pt x="237" y="605"/>
                                    </a:lnTo>
                                    <a:lnTo>
                                      <a:pt x="165" y="672"/>
                                    </a:lnTo>
                                    <a:lnTo>
                                      <a:pt x="0" y="780"/>
                                    </a:lnTo>
                                    <a:lnTo>
                                      <a:pt x="139" y="675"/>
                                    </a:lnTo>
                                    <a:lnTo>
                                      <a:pt x="216" y="598"/>
                                    </a:lnTo>
                                    <a:lnTo>
                                      <a:pt x="319" y="483"/>
                                    </a:lnTo>
                                    <a:lnTo>
                                      <a:pt x="470" y="324"/>
                                    </a:lnTo>
                                    <a:lnTo>
                                      <a:pt x="578" y="211"/>
                                    </a:lnTo>
                                    <a:lnTo>
                                      <a:pt x="8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FDB08" id="Freeform 430" o:spid="_x0000_s1026" style="position:absolute;margin-left:163.75pt;margin-top:157.05pt;width:42pt;height:39pt;z-index:251632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" path="m840,l602,211,518,317,372,447,237,605r-72,67l,780,139,675r77,-77l319,483,470,324,578,211,840,xe" fillcolor="#333">
                      <v:path arrowok="t" o:connecttype="custom" o:connectlocs="533400,0;382270,133985;328930,201295;236220,283845;150495,384175;104775,426720;0,495300;88265,428625;137160,379730;202565,306705;298450,205740;367030,133985;533400,0" o:connectangles="0,0,0,0,0,0,0,0,0,0,0,0,0"/>
                    </v:shape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3144" behindDoc="0" locked="0" layoutInCell="1" allowOverlap="1">
                      <wp:simplePos x="0" y="0"/>
                      <wp:positionH relativeFrom="column">
                        <wp:posOffset>2562860</wp:posOffset>
                      </wp:positionH>
                      <wp:positionV relativeFrom="paragraph">
                        <wp:posOffset>1351280</wp:posOffset>
                      </wp:positionV>
                      <wp:extent cx="1514475" cy="817245"/>
                      <wp:effectExtent l="6350" t="24130" r="69850" b="6350"/>
                      <wp:wrapNone/>
                      <wp:docPr id="18" name="Freeform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14475" cy="817245"/>
                              </a:xfrm>
                              <a:custGeom>
                                <a:avLst/>
                                <a:gdLst>
                                  <a:gd name="T0" fmla="*/ 0 w 2385"/>
                                  <a:gd name="T1" fmla="*/ 1287 h 1287"/>
                                  <a:gd name="T2" fmla="*/ 141 w 2385"/>
                                  <a:gd name="T3" fmla="*/ 1131 h 1287"/>
                                  <a:gd name="T4" fmla="*/ 312 w 2385"/>
                                  <a:gd name="T5" fmla="*/ 1018 h 1287"/>
                                  <a:gd name="T6" fmla="*/ 470 w 2385"/>
                                  <a:gd name="T7" fmla="*/ 924 h 1287"/>
                                  <a:gd name="T8" fmla="*/ 672 w 2385"/>
                                  <a:gd name="T9" fmla="*/ 821 h 1287"/>
                                  <a:gd name="T10" fmla="*/ 873 w 2385"/>
                                  <a:gd name="T11" fmla="*/ 687 h 1287"/>
                                  <a:gd name="T12" fmla="*/ 1113 w 2385"/>
                                  <a:gd name="T13" fmla="*/ 591 h 1287"/>
                                  <a:gd name="T14" fmla="*/ 1317 w 2385"/>
                                  <a:gd name="T15" fmla="*/ 478 h 1287"/>
                                  <a:gd name="T16" fmla="*/ 1531 w 2385"/>
                                  <a:gd name="T17" fmla="*/ 360 h 1287"/>
                                  <a:gd name="T18" fmla="*/ 1874 w 2385"/>
                                  <a:gd name="T19" fmla="*/ 209 h 1287"/>
                                  <a:gd name="T20" fmla="*/ 2066 w 2385"/>
                                  <a:gd name="T21" fmla="*/ 101 h 1287"/>
                                  <a:gd name="T22" fmla="*/ 2241 w 2385"/>
                                  <a:gd name="T23" fmla="*/ 29 h 1287"/>
                                  <a:gd name="T24" fmla="*/ 2385 w 2385"/>
                                  <a:gd name="T25" fmla="*/ 0 h 1287"/>
                                  <a:gd name="T26" fmla="*/ 2263 w 2385"/>
                                  <a:gd name="T27" fmla="*/ 46 h 1287"/>
                                  <a:gd name="T28" fmla="*/ 2023 w 2385"/>
                                  <a:gd name="T29" fmla="*/ 156 h 1287"/>
                                  <a:gd name="T30" fmla="*/ 1449 w 2385"/>
                                  <a:gd name="T31" fmla="*/ 435 h 1287"/>
                                  <a:gd name="T32" fmla="*/ 996 w 2385"/>
                                  <a:gd name="T33" fmla="*/ 672 h 1287"/>
                                  <a:gd name="T34" fmla="*/ 544 w 2385"/>
                                  <a:gd name="T35" fmla="*/ 917 h 1287"/>
                                  <a:gd name="T36" fmla="*/ 261 w 2385"/>
                                  <a:gd name="T37" fmla="*/ 1083 h 1287"/>
                                  <a:gd name="T38" fmla="*/ 170 w 2385"/>
                                  <a:gd name="T39" fmla="*/ 1143 h 1287"/>
                                  <a:gd name="T40" fmla="*/ 40 w 2385"/>
                                  <a:gd name="T41" fmla="*/ 1248 h 1287"/>
                                  <a:gd name="T42" fmla="*/ 0 w 2385"/>
                                  <a:gd name="T43" fmla="*/ 1287 h 128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2385" h="1287">
                                    <a:moveTo>
                                      <a:pt x="0" y="1287"/>
                                    </a:moveTo>
                                    <a:lnTo>
                                      <a:pt x="141" y="1131"/>
                                    </a:lnTo>
                                    <a:lnTo>
                                      <a:pt x="312" y="1018"/>
                                    </a:lnTo>
                                    <a:lnTo>
                                      <a:pt x="470" y="924"/>
                                    </a:lnTo>
                                    <a:lnTo>
                                      <a:pt x="672" y="821"/>
                                    </a:lnTo>
                                    <a:lnTo>
                                      <a:pt x="873" y="687"/>
                                    </a:lnTo>
                                    <a:lnTo>
                                      <a:pt x="1113" y="591"/>
                                    </a:lnTo>
                                    <a:lnTo>
                                      <a:pt x="1317" y="478"/>
                                    </a:lnTo>
                                    <a:lnTo>
                                      <a:pt x="1531" y="360"/>
                                    </a:lnTo>
                                    <a:lnTo>
                                      <a:pt x="1874" y="209"/>
                                    </a:lnTo>
                                    <a:lnTo>
                                      <a:pt x="2066" y="101"/>
                                    </a:lnTo>
                                    <a:lnTo>
                                      <a:pt x="2241" y="29"/>
                                    </a:lnTo>
                                    <a:lnTo>
                                      <a:pt x="2385" y="0"/>
                                    </a:lnTo>
                                    <a:lnTo>
                                      <a:pt x="2263" y="46"/>
                                    </a:lnTo>
                                    <a:lnTo>
                                      <a:pt x="2023" y="156"/>
                                    </a:lnTo>
                                    <a:lnTo>
                                      <a:pt x="1449" y="435"/>
                                    </a:lnTo>
                                    <a:lnTo>
                                      <a:pt x="996" y="672"/>
                                    </a:lnTo>
                                    <a:lnTo>
                                      <a:pt x="544" y="917"/>
                                    </a:lnTo>
                                    <a:lnTo>
                                      <a:pt x="261" y="1083"/>
                                    </a:lnTo>
                                    <a:lnTo>
                                      <a:pt x="170" y="1143"/>
                                    </a:lnTo>
                                    <a:lnTo>
                                      <a:pt x="40" y="1248"/>
                                    </a:lnTo>
                                    <a:lnTo>
                                      <a:pt x="0" y="128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7FCE97" id="Freeform 429" o:spid="_x0000_s1026" style="position:absolute;margin-left:201.8pt;margin-top:106.4pt;width:119.25pt;height:64.35pt;z-index:251633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85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" path="m,1287l141,1131,312,1018,470,924,672,821,873,687r240,-96l1317,478,1531,360,1874,209,2066,101,2241,29,2385,,2263,46,2023,156,1449,435,996,672,544,917,261,1083r-91,60l40,1248,,1287xe" fillcolor="#333">
                      <v:path arrowok="t" o:connecttype="custom" o:connectlocs="0,817245;89535,718185;198120,646430;298450,586740;426720,521335;554355,436245;706755,375285;836295,303530;972185,228600;1189990,132715;1311910,64135;1423035,18415;1514475,0;1437005,29210;1284605,99060;920115,276225;632460,426720;345440,582295;165735,687705;107950,725805;25400,792480;0,817245" o:connectangles="0,0,0,0,0,0,0,0,0,0,0,0,0,0,0,0,0,0,0,0,0,0"/>
                    </v:shape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4169" behindDoc="0" locked="0" layoutInCell="1" allowOverlap="1">
                      <wp:simplePos x="0" y="0"/>
                      <wp:positionH relativeFrom="column">
                        <wp:posOffset>2524760</wp:posOffset>
                      </wp:positionH>
                      <wp:positionV relativeFrom="paragraph">
                        <wp:posOffset>1229360</wp:posOffset>
                      </wp:positionV>
                      <wp:extent cx="1589405" cy="835660"/>
                      <wp:effectExtent l="73025" t="35560" r="61595" b="52705"/>
                      <wp:wrapNone/>
                      <wp:docPr id="17" name="Freeform 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89405" cy="835660"/>
                              </a:xfrm>
                              <a:custGeom>
                                <a:avLst/>
                                <a:gdLst>
                                  <a:gd name="T0" fmla="*/ 2503 w 2503"/>
                                  <a:gd name="T1" fmla="*/ 0 h 1316"/>
                                  <a:gd name="T2" fmla="*/ 2409 w 2503"/>
                                  <a:gd name="T3" fmla="*/ 60 h 1316"/>
                                  <a:gd name="T4" fmla="*/ 2212 w 2503"/>
                                  <a:gd name="T5" fmla="*/ 159 h 1316"/>
                                  <a:gd name="T6" fmla="*/ 2032 w 2503"/>
                                  <a:gd name="T7" fmla="*/ 221 h 1316"/>
                                  <a:gd name="T8" fmla="*/ 1893 w 2503"/>
                                  <a:gd name="T9" fmla="*/ 293 h 1316"/>
                                  <a:gd name="T10" fmla="*/ 1723 w 2503"/>
                                  <a:gd name="T11" fmla="*/ 360 h 1316"/>
                                  <a:gd name="T12" fmla="*/ 1485 w 2503"/>
                                  <a:gd name="T13" fmla="*/ 492 h 1316"/>
                                  <a:gd name="T14" fmla="*/ 1274 w 2503"/>
                                  <a:gd name="T15" fmla="*/ 579 h 1316"/>
                                  <a:gd name="T16" fmla="*/ 1101 w 2503"/>
                                  <a:gd name="T17" fmla="*/ 692 h 1316"/>
                                  <a:gd name="T18" fmla="*/ 883 w 2503"/>
                                  <a:gd name="T19" fmla="*/ 802 h 1316"/>
                                  <a:gd name="T20" fmla="*/ 676 w 2503"/>
                                  <a:gd name="T21" fmla="*/ 927 h 1316"/>
                                  <a:gd name="T22" fmla="*/ 477 w 2503"/>
                                  <a:gd name="T23" fmla="*/ 1025 h 1316"/>
                                  <a:gd name="T24" fmla="*/ 367 w 2503"/>
                                  <a:gd name="T25" fmla="*/ 1095 h 1316"/>
                                  <a:gd name="T26" fmla="*/ 264 w 2503"/>
                                  <a:gd name="T27" fmla="*/ 1152 h 1316"/>
                                  <a:gd name="T28" fmla="*/ 76 w 2503"/>
                                  <a:gd name="T29" fmla="*/ 1272 h 1316"/>
                                  <a:gd name="T30" fmla="*/ 0 w 2503"/>
                                  <a:gd name="T31" fmla="*/ 1316 h 1316"/>
                                  <a:gd name="T32" fmla="*/ 115 w 2503"/>
                                  <a:gd name="T33" fmla="*/ 1227 h 1316"/>
                                  <a:gd name="T34" fmla="*/ 292 w 2503"/>
                                  <a:gd name="T35" fmla="*/ 1109 h 1316"/>
                                  <a:gd name="T36" fmla="*/ 607 w 2503"/>
                                  <a:gd name="T37" fmla="*/ 922 h 1316"/>
                                  <a:gd name="T38" fmla="*/ 950 w 2503"/>
                                  <a:gd name="T39" fmla="*/ 730 h 1316"/>
                                  <a:gd name="T40" fmla="*/ 1363 w 2503"/>
                                  <a:gd name="T41" fmla="*/ 516 h 1316"/>
                                  <a:gd name="T42" fmla="*/ 1795 w 2503"/>
                                  <a:gd name="T43" fmla="*/ 308 h 1316"/>
                                  <a:gd name="T44" fmla="*/ 2503 w 2503"/>
                                  <a:gd name="T45" fmla="*/ 0 h 13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2503" h="1316">
                                    <a:moveTo>
                                      <a:pt x="2503" y="0"/>
                                    </a:moveTo>
                                    <a:lnTo>
                                      <a:pt x="2409" y="60"/>
                                    </a:lnTo>
                                    <a:lnTo>
                                      <a:pt x="2212" y="159"/>
                                    </a:lnTo>
                                    <a:lnTo>
                                      <a:pt x="2032" y="221"/>
                                    </a:lnTo>
                                    <a:lnTo>
                                      <a:pt x="1893" y="293"/>
                                    </a:lnTo>
                                    <a:lnTo>
                                      <a:pt x="1723" y="360"/>
                                    </a:lnTo>
                                    <a:lnTo>
                                      <a:pt x="1485" y="492"/>
                                    </a:lnTo>
                                    <a:lnTo>
                                      <a:pt x="1274" y="579"/>
                                    </a:lnTo>
                                    <a:lnTo>
                                      <a:pt x="1101" y="692"/>
                                    </a:lnTo>
                                    <a:lnTo>
                                      <a:pt x="883" y="802"/>
                                    </a:lnTo>
                                    <a:lnTo>
                                      <a:pt x="676" y="927"/>
                                    </a:lnTo>
                                    <a:lnTo>
                                      <a:pt x="477" y="1025"/>
                                    </a:lnTo>
                                    <a:lnTo>
                                      <a:pt x="367" y="1095"/>
                                    </a:lnTo>
                                    <a:lnTo>
                                      <a:pt x="264" y="1152"/>
                                    </a:lnTo>
                                    <a:lnTo>
                                      <a:pt x="76" y="1272"/>
                                    </a:lnTo>
                                    <a:lnTo>
                                      <a:pt x="0" y="1316"/>
                                    </a:lnTo>
                                    <a:lnTo>
                                      <a:pt x="115" y="1227"/>
                                    </a:lnTo>
                                    <a:lnTo>
                                      <a:pt x="292" y="1109"/>
                                    </a:lnTo>
                                    <a:lnTo>
                                      <a:pt x="607" y="922"/>
                                    </a:lnTo>
                                    <a:lnTo>
                                      <a:pt x="950" y="730"/>
                                    </a:lnTo>
                                    <a:lnTo>
                                      <a:pt x="1363" y="516"/>
                                    </a:lnTo>
                                    <a:lnTo>
                                      <a:pt x="1795" y="308"/>
                                    </a:lnTo>
                                    <a:lnTo>
                                      <a:pt x="250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14AF8" id="Freeform 428" o:spid="_x0000_s1026" style="position:absolute;margin-left:198.8pt;margin-top:96.8pt;width:125.15pt;height:65.8pt;z-index:2516341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3,1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" path="m2503,r-94,60l2212,159r-180,62l1893,293r-170,67l1485,492r-211,87l1101,692,883,802,676,927r-199,98l367,1095r-103,57l76,1272,,1316r115,-89l292,1109,607,922,950,730,1363,516,1795,308,2503,xe" fillcolor="#333">
                      <v:path arrowok="t" o:connecttype="custom" o:connectlocs="1589405,0;1529715,38100;1404620,100965;1290320,140335;1202055,186055;1094105,228600;942975,312420;808990,367665;699135,439420;560705,509270;429260,588645;302895,650875;233045,695325;167640,731520;48260,807720;0,835660;73025,779145;185420,704215;385445,585470;603250,463550;865505,327660;1139825,195580;1589405,0" o:connectangles="0,0,0,0,0,0,0,0,0,0,0,0,0,0,0,0,0,0,0,0,0,0,0"/>
                    </v:shape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194" behindDoc="0" locked="0" layoutInCell="1" allowOverlap="1">
                      <wp:simplePos x="0" y="0"/>
                      <wp:positionH relativeFrom="column">
                        <wp:posOffset>4147820</wp:posOffset>
                      </wp:positionH>
                      <wp:positionV relativeFrom="paragraph">
                        <wp:posOffset>1212850</wp:posOffset>
                      </wp:positionV>
                      <wp:extent cx="394335" cy="227330"/>
                      <wp:effectExtent l="48260" t="28575" r="71755" b="48895"/>
                      <wp:wrapNone/>
                      <wp:docPr id="16" name="Freeform 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4335" cy="227330"/>
                              </a:xfrm>
                              <a:custGeom>
                                <a:avLst/>
                                <a:gdLst>
                                  <a:gd name="T0" fmla="*/ 0 w 621"/>
                                  <a:gd name="T1" fmla="*/ 358 h 358"/>
                                  <a:gd name="T2" fmla="*/ 81 w 621"/>
                                  <a:gd name="T3" fmla="*/ 259 h 358"/>
                                  <a:gd name="T4" fmla="*/ 175 w 621"/>
                                  <a:gd name="T5" fmla="*/ 163 h 358"/>
                                  <a:gd name="T6" fmla="*/ 264 w 621"/>
                                  <a:gd name="T7" fmla="*/ 103 h 358"/>
                                  <a:gd name="T8" fmla="*/ 362 w 621"/>
                                  <a:gd name="T9" fmla="*/ 70 h 358"/>
                                  <a:gd name="T10" fmla="*/ 468 w 621"/>
                                  <a:gd name="T11" fmla="*/ 31 h 358"/>
                                  <a:gd name="T12" fmla="*/ 621 w 621"/>
                                  <a:gd name="T13" fmla="*/ 0 h 358"/>
                                  <a:gd name="T14" fmla="*/ 472 w 621"/>
                                  <a:gd name="T15" fmla="*/ 53 h 358"/>
                                  <a:gd name="T16" fmla="*/ 336 w 621"/>
                                  <a:gd name="T17" fmla="*/ 110 h 358"/>
                                  <a:gd name="T18" fmla="*/ 259 w 621"/>
                                  <a:gd name="T19" fmla="*/ 151 h 358"/>
                                  <a:gd name="T20" fmla="*/ 189 w 621"/>
                                  <a:gd name="T21" fmla="*/ 194 h 358"/>
                                  <a:gd name="T22" fmla="*/ 0 w 621"/>
                                  <a:gd name="T23" fmla="*/ 358 h 3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621" h="358">
                                    <a:moveTo>
                                      <a:pt x="0" y="358"/>
                                    </a:moveTo>
                                    <a:lnTo>
                                      <a:pt x="81" y="259"/>
                                    </a:lnTo>
                                    <a:lnTo>
                                      <a:pt x="175" y="163"/>
                                    </a:lnTo>
                                    <a:lnTo>
                                      <a:pt x="264" y="103"/>
                                    </a:lnTo>
                                    <a:lnTo>
                                      <a:pt x="362" y="70"/>
                                    </a:lnTo>
                                    <a:lnTo>
                                      <a:pt x="468" y="31"/>
                                    </a:lnTo>
                                    <a:lnTo>
                                      <a:pt x="621" y="0"/>
                                    </a:lnTo>
                                    <a:lnTo>
                                      <a:pt x="472" y="53"/>
                                    </a:lnTo>
                                    <a:lnTo>
                                      <a:pt x="336" y="110"/>
                                    </a:lnTo>
                                    <a:lnTo>
                                      <a:pt x="259" y="151"/>
                                    </a:lnTo>
                                    <a:lnTo>
                                      <a:pt x="189" y="194"/>
                                    </a:lnTo>
                                    <a:lnTo>
                                      <a:pt x="0" y="3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0B71A" id="Freeform 427" o:spid="_x0000_s1026" style="position:absolute;margin-left:326.6pt;margin-top:95.5pt;width:31.05pt;height:17.9pt;z-index:2516351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1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" path="m,358l81,259r94,-96l264,103,362,70,468,31,621,,472,53,336,110r-77,41l189,194,,358xe" fillcolor="#333">
                      <v:path arrowok="t" o:connecttype="custom" o:connectlocs="0,227330;51435,164465;111125,103505;167640,65405;229870,44450;297180,19685;394335,0;299720,33655;213360,69850;164465,95885;120015,123190;0,227330" o:connectangles="0,0,0,0,0,0,0,0,0,0,0,0"/>
                    </v:shape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9" behindDoc="0" locked="0" layoutInCell="1" allowOverlap="1">
                      <wp:simplePos x="0" y="0"/>
                      <wp:positionH relativeFrom="column">
                        <wp:posOffset>3995420</wp:posOffset>
                      </wp:positionH>
                      <wp:positionV relativeFrom="paragraph">
                        <wp:posOffset>1098550</wp:posOffset>
                      </wp:positionV>
                      <wp:extent cx="488950" cy="182880"/>
                      <wp:effectExtent l="67310" t="28575" r="43815" b="26670"/>
                      <wp:wrapNone/>
                      <wp:docPr id="15" name="Freeform 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88950" cy="182880"/>
                              </a:xfrm>
                              <a:custGeom>
                                <a:avLst/>
                                <a:gdLst>
                                  <a:gd name="T0" fmla="*/ 770 w 770"/>
                                  <a:gd name="T1" fmla="*/ 0 h 288"/>
                                  <a:gd name="T2" fmla="*/ 660 w 770"/>
                                  <a:gd name="T3" fmla="*/ 65 h 288"/>
                                  <a:gd name="T4" fmla="*/ 523 w 770"/>
                                  <a:gd name="T5" fmla="*/ 106 h 288"/>
                                  <a:gd name="T6" fmla="*/ 410 w 770"/>
                                  <a:gd name="T7" fmla="*/ 158 h 288"/>
                                  <a:gd name="T8" fmla="*/ 285 w 770"/>
                                  <a:gd name="T9" fmla="*/ 204 h 288"/>
                                  <a:gd name="T10" fmla="*/ 194 w 770"/>
                                  <a:gd name="T11" fmla="*/ 238 h 288"/>
                                  <a:gd name="T12" fmla="*/ 0 w 770"/>
                                  <a:gd name="T13" fmla="*/ 288 h 288"/>
                                  <a:gd name="T14" fmla="*/ 180 w 770"/>
                                  <a:gd name="T15" fmla="*/ 211 h 288"/>
                                  <a:gd name="T16" fmla="*/ 427 w 770"/>
                                  <a:gd name="T17" fmla="*/ 115 h 288"/>
                                  <a:gd name="T18" fmla="*/ 595 w 770"/>
                                  <a:gd name="T19" fmla="*/ 55 h 288"/>
                                  <a:gd name="T20" fmla="*/ 770 w 770"/>
                                  <a:gd name="T21" fmla="*/ 0 h 2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770" h="288">
                                    <a:moveTo>
                                      <a:pt x="770" y="0"/>
                                    </a:moveTo>
                                    <a:lnTo>
                                      <a:pt x="660" y="65"/>
                                    </a:lnTo>
                                    <a:lnTo>
                                      <a:pt x="523" y="106"/>
                                    </a:lnTo>
                                    <a:lnTo>
                                      <a:pt x="410" y="158"/>
                                    </a:lnTo>
                                    <a:lnTo>
                                      <a:pt x="285" y="204"/>
                                    </a:lnTo>
                                    <a:lnTo>
                                      <a:pt x="194" y="238"/>
                                    </a:lnTo>
                                    <a:lnTo>
                                      <a:pt x="0" y="288"/>
                                    </a:lnTo>
                                    <a:lnTo>
                                      <a:pt x="180" y="211"/>
                                    </a:lnTo>
                                    <a:lnTo>
                                      <a:pt x="427" y="115"/>
                                    </a:lnTo>
                                    <a:lnTo>
                                      <a:pt x="595" y="55"/>
                                    </a:lnTo>
                                    <a:lnTo>
                                      <a:pt x="7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2713A7" id="Freeform 426" o:spid="_x0000_s1026" style="position:absolute;margin-left:314.6pt;margin-top:86.5pt;width:38.5pt;height:14.4pt;z-index:2516362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" path="m770,l660,65,523,106,410,158,285,204r-91,34l,288,180,211,427,115,595,55,770,xe" fillcolor="#333">
                      <v:path arrowok="t" o:connecttype="custom" o:connectlocs="488950,0;419100,41275;332105,67310;260350,100330;180975,129540;123190,151130;0,182880;114300,133985;271145,73025;377825,34925;488950,0" o:connectangles="0,0,0,0,0,0,0,0,0,0,0"/>
                    </v:shape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4" behindDoc="0" locked="0" layoutInCell="1" allowOverlap="1">
                      <wp:simplePos x="0" y="0"/>
                      <wp:positionH relativeFrom="column">
                        <wp:posOffset>4406900</wp:posOffset>
                      </wp:positionH>
                      <wp:positionV relativeFrom="paragraph">
                        <wp:posOffset>897255</wp:posOffset>
                      </wp:positionV>
                      <wp:extent cx="716280" cy="224155"/>
                      <wp:effectExtent l="78740" t="27305" r="52705" b="24765"/>
                      <wp:wrapNone/>
                      <wp:docPr id="14" name="Freeform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6280" cy="224155"/>
                              </a:xfrm>
                              <a:custGeom>
                                <a:avLst/>
                                <a:gdLst>
                                  <a:gd name="T0" fmla="*/ 1128 w 1128"/>
                                  <a:gd name="T1" fmla="*/ 0 h 353"/>
                                  <a:gd name="T2" fmla="*/ 1046 w 1128"/>
                                  <a:gd name="T3" fmla="*/ 53 h 353"/>
                                  <a:gd name="T4" fmla="*/ 883 w 1128"/>
                                  <a:gd name="T5" fmla="*/ 137 h 353"/>
                                  <a:gd name="T6" fmla="*/ 729 w 1128"/>
                                  <a:gd name="T7" fmla="*/ 173 h 353"/>
                                  <a:gd name="T8" fmla="*/ 588 w 1128"/>
                                  <a:gd name="T9" fmla="*/ 202 h 353"/>
                                  <a:gd name="T10" fmla="*/ 417 w 1128"/>
                                  <a:gd name="T11" fmla="*/ 257 h 353"/>
                                  <a:gd name="T12" fmla="*/ 264 w 1128"/>
                                  <a:gd name="T13" fmla="*/ 293 h 353"/>
                                  <a:gd name="T14" fmla="*/ 175 w 1128"/>
                                  <a:gd name="T15" fmla="*/ 324 h 353"/>
                                  <a:gd name="T16" fmla="*/ 0 w 1128"/>
                                  <a:gd name="T17" fmla="*/ 353 h 353"/>
                                  <a:gd name="T18" fmla="*/ 276 w 1128"/>
                                  <a:gd name="T19" fmla="*/ 269 h 353"/>
                                  <a:gd name="T20" fmla="*/ 643 w 1128"/>
                                  <a:gd name="T21" fmla="*/ 161 h 353"/>
                                  <a:gd name="T22" fmla="*/ 919 w 1128"/>
                                  <a:gd name="T23" fmla="*/ 82 h 353"/>
                                  <a:gd name="T24" fmla="*/ 1128 w 1128"/>
                                  <a:gd name="T25" fmla="*/ 0 h 3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128" h="353">
                                    <a:moveTo>
                                      <a:pt x="1128" y="0"/>
                                    </a:moveTo>
                                    <a:lnTo>
                                      <a:pt x="1046" y="53"/>
                                    </a:lnTo>
                                    <a:lnTo>
                                      <a:pt x="883" y="137"/>
                                    </a:lnTo>
                                    <a:lnTo>
                                      <a:pt x="729" y="173"/>
                                    </a:lnTo>
                                    <a:lnTo>
                                      <a:pt x="588" y="202"/>
                                    </a:lnTo>
                                    <a:lnTo>
                                      <a:pt x="417" y="257"/>
                                    </a:lnTo>
                                    <a:lnTo>
                                      <a:pt x="264" y="293"/>
                                    </a:lnTo>
                                    <a:lnTo>
                                      <a:pt x="175" y="324"/>
                                    </a:lnTo>
                                    <a:lnTo>
                                      <a:pt x="0" y="353"/>
                                    </a:lnTo>
                                    <a:lnTo>
                                      <a:pt x="276" y="269"/>
                                    </a:lnTo>
                                    <a:lnTo>
                                      <a:pt x="643" y="161"/>
                                    </a:lnTo>
                                    <a:lnTo>
                                      <a:pt x="919" y="82"/>
                                    </a:lnTo>
                                    <a:lnTo>
                                      <a:pt x="11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EA77A" id="Freeform 425" o:spid="_x0000_s1026" style="position:absolute;margin-left:347pt;margin-top:70.65pt;width:56.4pt;height:17.65pt;z-index:251637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8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" path="m1128,r-82,53l883,137,729,173,588,202,417,257,264,293r-89,31l,353,276,269,643,161,919,82,1128,xe" fillcolor="#333">
                      <v:path arrowok="t" o:connecttype="custom" o:connectlocs="716280,0;664210,33655;560705,86995;462915,109855;373380,128270;264795,163195;167640,186055;111125,205740;0,224155;175260,170815;408305,102235;583565,52070;716280,0" o:connectangles="0,0,0,0,0,0,0,0,0,0,0,0,0"/>
                    </v:shape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9" behindDoc="0" locked="0" layoutInCell="1" allowOverlap="1">
                      <wp:simplePos x="0" y="0"/>
                      <wp:positionH relativeFrom="column">
                        <wp:posOffset>4439920</wp:posOffset>
                      </wp:positionH>
                      <wp:positionV relativeFrom="paragraph">
                        <wp:posOffset>1083310</wp:posOffset>
                      </wp:positionV>
                      <wp:extent cx="612775" cy="166370"/>
                      <wp:effectExtent l="35560" t="13335" r="46990" b="20320"/>
                      <wp:wrapNone/>
                      <wp:docPr id="13" name="Freeform 4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12775" cy="166370"/>
                              </a:xfrm>
                              <a:custGeom>
                                <a:avLst/>
                                <a:gdLst>
                                  <a:gd name="T0" fmla="*/ 965 w 965"/>
                                  <a:gd name="T1" fmla="*/ 10 h 262"/>
                                  <a:gd name="T2" fmla="*/ 869 w 965"/>
                                  <a:gd name="T3" fmla="*/ 0 h 262"/>
                                  <a:gd name="T4" fmla="*/ 802 w 965"/>
                                  <a:gd name="T5" fmla="*/ 14 h 262"/>
                                  <a:gd name="T6" fmla="*/ 699 w 965"/>
                                  <a:gd name="T7" fmla="*/ 24 h 262"/>
                                  <a:gd name="T8" fmla="*/ 600 w 965"/>
                                  <a:gd name="T9" fmla="*/ 50 h 262"/>
                                  <a:gd name="T10" fmla="*/ 471 w 965"/>
                                  <a:gd name="T11" fmla="*/ 77 h 262"/>
                                  <a:gd name="T12" fmla="*/ 375 w 965"/>
                                  <a:gd name="T13" fmla="*/ 115 h 262"/>
                                  <a:gd name="T14" fmla="*/ 231 w 965"/>
                                  <a:gd name="T15" fmla="*/ 137 h 262"/>
                                  <a:gd name="T16" fmla="*/ 128 w 965"/>
                                  <a:gd name="T17" fmla="*/ 197 h 262"/>
                                  <a:gd name="T18" fmla="*/ 41 w 965"/>
                                  <a:gd name="T19" fmla="*/ 228 h 262"/>
                                  <a:gd name="T20" fmla="*/ 0 w 965"/>
                                  <a:gd name="T21" fmla="*/ 262 h 262"/>
                                  <a:gd name="T22" fmla="*/ 140 w 965"/>
                                  <a:gd name="T23" fmla="*/ 216 h 262"/>
                                  <a:gd name="T24" fmla="*/ 382 w 965"/>
                                  <a:gd name="T25" fmla="*/ 146 h 262"/>
                                  <a:gd name="T26" fmla="*/ 632 w 965"/>
                                  <a:gd name="T27" fmla="*/ 77 h 262"/>
                                  <a:gd name="T28" fmla="*/ 790 w 965"/>
                                  <a:gd name="T29" fmla="*/ 36 h 262"/>
                                  <a:gd name="T30" fmla="*/ 965 w 965"/>
                                  <a:gd name="T31" fmla="*/ 10 h 2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965" h="262">
                                    <a:moveTo>
                                      <a:pt x="965" y="10"/>
                                    </a:moveTo>
                                    <a:lnTo>
                                      <a:pt x="869" y="0"/>
                                    </a:lnTo>
                                    <a:lnTo>
                                      <a:pt x="802" y="14"/>
                                    </a:lnTo>
                                    <a:lnTo>
                                      <a:pt x="699" y="24"/>
                                    </a:lnTo>
                                    <a:lnTo>
                                      <a:pt x="600" y="50"/>
                                    </a:lnTo>
                                    <a:lnTo>
                                      <a:pt x="471" y="77"/>
                                    </a:lnTo>
                                    <a:lnTo>
                                      <a:pt x="375" y="115"/>
                                    </a:lnTo>
                                    <a:lnTo>
                                      <a:pt x="231" y="137"/>
                                    </a:lnTo>
                                    <a:lnTo>
                                      <a:pt x="128" y="197"/>
                                    </a:lnTo>
                                    <a:lnTo>
                                      <a:pt x="41" y="228"/>
                                    </a:lnTo>
                                    <a:lnTo>
                                      <a:pt x="0" y="262"/>
                                    </a:lnTo>
                                    <a:lnTo>
                                      <a:pt x="140" y="216"/>
                                    </a:lnTo>
                                    <a:lnTo>
                                      <a:pt x="382" y="146"/>
                                    </a:lnTo>
                                    <a:lnTo>
                                      <a:pt x="632" y="77"/>
                                    </a:lnTo>
                                    <a:lnTo>
                                      <a:pt x="790" y="36"/>
                                    </a:lnTo>
                                    <a:lnTo>
                                      <a:pt x="965" y="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9DC060" id="Freeform 424" o:spid="_x0000_s1026" style="position:absolute;margin-left:349.6pt;margin-top:85.3pt;width:48.25pt;height:13.1pt;z-index:25163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5,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" path="m965,10l869,,802,14,699,24,600,50,471,77r-96,38l231,137,128,197,41,228,,262,140,216,382,146,632,77,790,36,965,10xe" fillcolor="#333">
                      <v:path arrowok="t" o:connecttype="custom" o:connectlocs="612775,6350;551815,0;509270,8890;443865,15240;381000,31750;299085,48895;238125,73025;146685,86995;81280,125095;26035,144780;0,166370;88900,137160;242570,92710;401320,48895;501650,22860;612775,6350" o:connectangles="0,0,0,0,0,0,0,0,0,0,0,0,0,0,0,0"/>
                    </v:shape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4" behindDoc="0" locked="0" layoutInCell="1" allowOverlap="1">
                      <wp:simplePos x="0" y="0"/>
                      <wp:positionH relativeFrom="column">
                        <wp:posOffset>5147310</wp:posOffset>
                      </wp:positionH>
                      <wp:positionV relativeFrom="paragraph">
                        <wp:posOffset>903605</wp:posOffset>
                      </wp:positionV>
                      <wp:extent cx="323215" cy="225425"/>
                      <wp:effectExtent l="38100" t="14605" r="29210" b="45720"/>
                      <wp:wrapNone/>
                      <wp:docPr id="12" name="Freeform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3215" cy="225425"/>
                              </a:xfrm>
                              <a:custGeom>
                                <a:avLst/>
                                <a:gdLst>
                                  <a:gd name="T0" fmla="*/ 0 w 509"/>
                                  <a:gd name="T1" fmla="*/ 355 h 355"/>
                                  <a:gd name="T2" fmla="*/ 70 w 509"/>
                                  <a:gd name="T3" fmla="*/ 218 h 355"/>
                                  <a:gd name="T4" fmla="*/ 146 w 509"/>
                                  <a:gd name="T5" fmla="*/ 165 h 355"/>
                                  <a:gd name="T6" fmla="*/ 230 w 509"/>
                                  <a:gd name="T7" fmla="*/ 86 h 355"/>
                                  <a:gd name="T8" fmla="*/ 324 w 509"/>
                                  <a:gd name="T9" fmla="*/ 43 h 355"/>
                                  <a:gd name="T10" fmla="*/ 415 w 509"/>
                                  <a:gd name="T11" fmla="*/ 2 h 355"/>
                                  <a:gd name="T12" fmla="*/ 466 w 509"/>
                                  <a:gd name="T13" fmla="*/ 0 h 355"/>
                                  <a:gd name="T14" fmla="*/ 509 w 509"/>
                                  <a:gd name="T15" fmla="*/ 14 h 355"/>
                                  <a:gd name="T16" fmla="*/ 444 w 509"/>
                                  <a:gd name="T17" fmla="*/ 24 h 355"/>
                                  <a:gd name="T18" fmla="*/ 329 w 509"/>
                                  <a:gd name="T19" fmla="*/ 69 h 355"/>
                                  <a:gd name="T20" fmla="*/ 209 w 509"/>
                                  <a:gd name="T21" fmla="*/ 144 h 355"/>
                                  <a:gd name="T22" fmla="*/ 98 w 509"/>
                                  <a:gd name="T23" fmla="*/ 235 h 355"/>
                                  <a:gd name="T24" fmla="*/ 0 w 509"/>
                                  <a:gd name="T25" fmla="*/ 355 h 3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09" h="355">
                                    <a:moveTo>
                                      <a:pt x="0" y="355"/>
                                    </a:moveTo>
                                    <a:lnTo>
                                      <a:pt x="70" y="218"/>
                                    </a:lnTo>
                                    <a:lnTo>
                                      <a:pt x="146" y="165"/>
                                    </a:lnTo>
                                    <a:lnTo>
                                      <a:pt x="230" y="86"/>
                                    </a:lnTo>
                                    <a:lnTo>
                                      <a:pt x="324" y="43"/>
                                    </a:lnTo>
                                    <a:lnTo>
                                      <a:pt x="415" y="2"/>
                                    </a:lnTo>
                                    <a:lnTo>
                                      <a:pt x="466" y="0"/>
                                    </a:lnTo>
                                    <a:lnTo>
                                      <a:pt x="509" y="14"/>
                                    </a:lnTo>
                                    <a:lnTo>
                                      <a:pt x="444" y="24"/>
                                    </a:lnTo>
                                    <a:lnTo>
                                      <a:pt x="329" y="69"/>
                                    </a:lnTo>
                                    <a:lnTo>
                                      <a:pt x="209" y="144"/>
                                    </a:lnTo>
                                    <a:lnTo>
                                      <a:pt x="98" y="235"/>
                                    </a:lnTo>
                                    <a:lnTo>
                                      <a:pt x="0" y="3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34621" id="Freeform 423" o:spid="_x0000_s1026" style="position:absolute;margin-left:405.3pt;margin-top:71.15pt;width:25.45pt;height:17.75pt;z-index:251639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9,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" path="m,355l70,218r76,-53l230,86,324,43,415,2,466,r43,14l444,24,329,69,209,144,98,235,,355xe" fillcolor="#333">
                      <v:path arrowok="t" o:connecttype="custom" o:connectlocs="0,225425;44450,138430;92710,104775;146050,54610;205740,27305;263525,1270;295910,0;323215,8890;281940,15240;208915,43815;132715,91440;62230,149225;0,225425" o:connectangles="0,0,0,0,0,0,0,0,0,0,0,0,0"/>
                    </v:shape>
                  </w:pict>
                </mc:Fallback>
              </mc:AlternateContent>
            </w:r>
            <w:r w:rsidR="00EE538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9" behindDoc="0" locked="0" layoutInCell="1" allowOverlap="1">
                      <wp:simplePos x="0" y="0"/>
                      <wp:positionH relativeFrom="column">
                        <wp:posOffset>5011420</wp:posOffset>
                      </wp:positionH>
                      <wp:positionV relativeFrom="paragraph">
                        <wp:posOffset>617220</wp:posOffset>
                      </wp:positionV>
                      <wp:extent cx="445135" cy="325755"/>
                      <wp:effectExtent l="54610" t="71120" r="43180" b="22225"/>
                      <wp:wrapNone/>
                      <wp:docPr id="11" name="Freeform 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5135" cy="325755"/>
                              </a:xfrm>
                              <a:custGeom>
                                <a:avLst/>
                                <a:gdLst>
                                  <a:gd name="T0" fmla="*/ 701 w 701"/>
                                  <a:gd name="T1" fmla="*/ 0 h 513"/>
                                  <a:gd name="T2" fmla="*/ 634 w 701"/>
                                  <a:gd name="T3" fmla="*/ 136 h 513"/>
                                  <a:gd name="T4" fmla="*/ 586 w 701"/>
                                  <a:gd name="T5" fmla="*/ 220 h 513"/>
                                  <a:gd name="T6" fmla="*/ 521 w 701"/>
                                  <a:gd name="T7" fmla="*/ 276 h 513"/>
                                  <a:gd name="T8" fmla="*/ 466 w 701"/>
                                  <a:gd name="T9" fmla="*/ 297 h 513"/>
                                  <a:gd name="T10" fmla="*/ 384 w 701"/>
                                  <a:gd name="T11" fmla="*/ 369 h 513"/>
                                  <a:gd name="T12" fmla="*/ 300 w 701"/>
                                  <a:gd name="T13" fmla="*/ 412 h 513"/>
                                  <a:gd name="T14" fmla="*/ 224 w 701"/>
                                  <a:gd name="T15" fmla="*/ 460 h 513"/>
                                  <a:gd name="T16" fmla="*/ 147 w 701"/>
                                  <a:gd name="T17" fmla="*/ 492 h 513"/>
                                  <a:gd name="T18" fmla="*/ 0 w 701"/>
                                  <a:gd name="T19" fmla="*/ 513 h 513"/>
                                  <a:gd name="T20" fmla="*/ 156 w 701"/>
                                  <a:gd name="T21" fmla="*/ 453 h 513"/>
                                  <a:gd name="T22" fmla="*/ 356 w 701"/>
                                  <a:gd name="T23" fmla="*/ 350 h 513"/>
                                  <a:gd name="T24" fmla="*/ 500 w 701"/>
                                  <a:gd name="T25" fmla="*/ 242 h 513"/>
                                  <a:gd name="T26" fmla="*/ 632 w 701"/>
                                  <a:gd name="T27" fmla="*/ 103 h 513"/>
                                  <a:gd name="T28" fmla="*/ 701 w 701"/>
                                  <a:gd name="T29" fmla="*/ 0 h 5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701" h="513">
                                    <a:moveTo>
                                      <a:pt x="701" y="0"/>
                                    </a:moveTo>
                                    <a:lnTo>
                                      <a:pt x="634" y="136"/>
                                    </a:lnTo>
                                    <a:lnTo>
                                      <a:pt x="586" y="220"/>
                                    </a:lnTo>
                                    <a:lnTo>
                                      <a:pt x="521" y="276"/>
                                    </a:lnTo>
                                    <a:lnTo>
                                      <a:pt x="466" y="297"/>
                                    </a:lnTo>
                                    <a:lnTo>
                                      <a:pt x="384" y="369"/>
                                    </a:lnTo>
                                    <a:lnTo>
                                      <a:pt x="300" y="412"/>
                                    </a:lnTo>
                                    <a:lnTo>
                                      <a:pt x="224" y="460"/>
                                    </a:lnTo>
                                    <a:lnTo>
                                      <a:pt x="147" y="492"/>
                                    </a:lnTo>
                                    <a:lnTo>
                                      <a:pt x="0" y="513"/>
                                    </a:lnTo>
                                    <a:lnTo>
                                      <a:pt x="156" y="453"/>
                                    </a:lnTo>
                                    <a:lnTo>
                                      <a:pt x="356" y="350"/>
                                    </a:lnTo>
                                    <a:lnTo>
                                      <a:pt x="500" y="242"/>
                                    </a:lnTo>
                                    <a:lnTo>
                                      <a:pt x="632" y="103"/>
                                    </a:lnTo>
                                    <a:lnTo>
                                      <a:pt x="70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8FAA09" id="Freeform 422" o:spid="_x0000_s1026" style="position:absolute;margin-left:394.6pt;margin-top:48.6pt;width:35.05pt;height:25.65pt;z-index:251640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1,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" path="m701,l634,136r-48,84l521,276r-55,21l384,369r-84,43l224,460r-77,32l,513,156,453,356,350,500,242,632,103,701,xe" fillcolor="#333">
                      <v:path arrowok="t" o:connecttype="custom" o:connectlocs="445135,0;402590,86360;372110,139700;330835,175260;295910,188595;243840,234315;190500,261620;142240,292100;93345,312420;0,325755;99060,287655;226060,222250;317500,153670;401320,65405;445135,0" o:connectangles="0,0,0,0,0,0,0,0,0,0,0,0,0,0,0"/>
                    </v:shape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2963545</wp:posOffset>
                      </wp:positionV>
                      <wp:extent cx="306070" cy="152400"/>
                      <wp:effectExtent l="7620" t="7620" r="635" b="1905"/>
                      <wp:wrapNone/>
                      <wp:docPr id="10" name="Text Box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7750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38 M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5" o:spid="_x0000_s1038" type="#_x0000_t202" style="position:absolute;left:0;text-align:left;margin-left:81.15pt;margin-top:233.35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7750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38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4198620</wp:posOffset>
                      </wp:positionV>
                      <wp:extent cx="1584960" cy="687705"/>
                      <wp:effectExtent l="0" t="4445" r="0" b="3175"/>
                      <wp:wrapNone/>
                      <wp:docPr id="9" name="Text Box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687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DA2BDB" w:rsidRPr="00C2328A" w:rsidRDefault="00DA2BDB" w:rsidP="00DA2BDB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DA2BDB" w:rsidRPr="00DA2BDB" w:rsidRDefault="00DA2BDB" w:rsidP="00DA2BD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3" o:spid="_x0000_s1039" type="#_x0000_t202" style="position:absolute;left:0;text-align:left;margin-left:106.5pt;margin-top:330.6pt;width:124.8pt;height:54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" filled="f" stroked="f" strokecolor="gray" strokeweight=".25pt">
                      <v:stroke dashstyle="1 1" endcap="round"/>
                      <v:textbox>
                        <w:txbxContent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DA2BDB" w:rsidRPr="00C2328A" w:rsidRDefault="00DA2BDB" w:rsidP="00DA2BDB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DA2BDB" w:rsidRPr="00DA2BDB" w:rsidRDefault="00DA2BDB" w:rsidP="00DA2BDB"/>
                        </w:txbxContent>
                      </v:textbox>
                    </v:shape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4017645</wp:posOffset>
                      </wp:positionH>
                      <wp:positionV relativeFrom="paragraph">
                        <wp:posOffset>1216025</wp:posOffset>
                      </wp:positionV>
                      <wp:extent cx="617220" cy="220980"/>
                      <wp:effectExtent l="3810" t="3175" r="0" b="4445"/>
                      <wp:wrapNone/>
                      <wp:docPr id="8" name="Text Box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5" o:spid="_x0000_s1040" type="#_x0000_t202" style="position:absolute;left:0;text-align:left;margin-left:316.35pt;margin-top:95.75pt;width:48.6pt;height:17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/>
                        </w:txbxContent>
                      </v:textbox>
                    </v:shape>
                  </w:pict>
                </mc:Fallback>
              </mc:AlternateContent>
            </w:r>
            <w:r w:rsidR="00EE5383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4520565</wp:posOffset>
                      </wp:positionH>
                      <wp:positionV relativeFrom="paragraph">
                        <wp:posOffset>1017905</wp:posOffset>
                      </wp:positionV>
                      <wp:extent cx="563880" cy="220980"/>
                      <wp:effectExtent l="1905" t="0" r="0" b="2540"/>
                      <wp:wrapNone/>
                      <wp:docPr id="7" name="Text Box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>
                                  <w:pPr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4" o:spid="_x0000_s1041" type="#_x0000_t202" style="position:absolute;left:0;text-align:left;margin-left:355.95pt;margin-top:80.15pt;width:44.4pt;height:17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>
                            <w:pPr>
                              <w:jc w:val="righ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2BDB" w:rsidRPr="00AD4CCC" w:rsidTr="00AD4CCC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EE5383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14605</wp:posOffset>
                      </wp:positionV>
                      <wp:extent cx="395605" cy="61595"/>
                      <wp:effectExtent l="9525" t="10795" r="13970" b="13335"/>
                      <wp:wrapNone/>
                      <wp:docPr id="6" name="Freeform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C3D325" id="Freeform 379" o:spid="_x0000_s1026" style="position:absolute;margin-left:58.05pt;margin-top:1.15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EE5383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3717290</wp:posOffset>
                      </wp:positionH>
                      <wp:positionV relativeFrom="paragraph">
                        <wp:posOffset>11430</wp:posOffset>
                      </wp:positionV>
                      <wp:extent cx="335280" cy="62865"/>
                      <wp:effectExtent l="15240" t="17145" r="30480" b="5715"/>
                      <wp:wrapNone/>
                      <wp:docPr id="5" name="Freeform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0881D8" id="Freeform 382" o:spid="_x0000_s1026" style="position:absolute;margin-left:292.7pt;margin-top:.9pt;width:26.4pt;height:4.9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+TbBgQAADs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2499360</wp:posOffset>
                      </wp:positionH>
                      <wp:positionV relativeFrom="paragraph">
                        <wp:posOffset>3810</wp:posOffset>
                      </wp:positionV>
                      <wp:extent cx="395605" cy="61595"/>
                      <wp:effectExtent l="6985" t="9525" r="6985" b="14605"/>
                      <wp:wrapNone/>
                      <wp:docPr id="4" name="Freeform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4B7FA" id="Freeform 381" o:spid="_x0000_s1026" style="position:absolute;margin-left:196.8pt;margin-top:.3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1725930</wp:posOffset>
                      </wp:positionH>
                      <wp:positionV relativeFrom="paragraph">
                        <wp:posOffset>8255</wp:posOffset>
                      </wp:positionV>
                      <wp:extent cx="395605" cy="61595"/>
                      <wp:effectExtent l="5080" t="13970" r="8890" b="10160"/>
                      <wp:wrapNone/>
                      <wp:docPr id="3" name="Freeform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D8025D" id="Freeform 380" o:spid="_x0000_s1026" style="position:absolute;margin-left:135.9pt;margin-top:.65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614045</wp:posOffset>
                      </wp:positionH>
                      <wp:positionV relativeFrom="paragraph">
                        <wp:posOffset>23495</wp:posOffset>
                      </wp:positionV>
                      <wp:extent cx="395605" cy="61595"/>
                      <wp:effectExtent l="7620" t="10160" r="6350" b="13970"/>
                      <wp:wrapNone/>
                      <wp:docPr id="2" name="Freeform 37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45C8C3" id="Freeform 378" o:spid="_x0000_s1026" alt="Granite" style="position:absolute;margin-left:48.35pt;margin-top:1.85pt;width:31.15pt;height:4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g+Kdr6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aFPeLt0AAAAHAQAADwAAAGRycy9k&#10;b3ducmV2LnhtbEyPQU/CQBCF7yb8h82YeJNtRaGUbomRGA2eQMJ52x3bhu5s012g+usdTnCambyX&#10;N9/LloNtxQl73zhSEI8jEEilMw1VCnbf748JCB80Gd06QgW/6GGZj+4ynRp3pg2etqESHEI+1Qrq&#10;ELpUSl/WaLUfuw6JtR/XWx347Ctpen3mcNvKpyiaSqsb4g+17vCtxvKwPVoFbth8VauPXeHjWRKS&#10;z5Vdx397pR7uh9cFiIBDuJrhgs/okDNT4Y5kvGgVzKczdiqY8LjIL3OuVvAyeQaZZ/KWP/8H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aD4p2voEAABkDQAADgAAAAAAAAAAAAAAAAA8AgAAZHJz&#10;L2Uyb0RvYy54bWxQSwECLQAUAAYACAAAACEAWGCzG7oAAAAiAQAAGQAAAAAAAAAAAAAAAABiBwAA&#10;ZHJzL19yZWxzL2Uyb0RvYy54bWwucmVsc1BLAQItABQABgAIAAAAIQBoU94u3QAAAAc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</w:t>
            </w:r>
            <w:proofErr w:type="spellStart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 Calcific                Smooth Surface                Irregular Surface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2F1E64" w:rsidRDefault="002F1E64" w:rsidP="00AD4CCC">
            <w:pPr>
              <w:tabs>
                <w:tab w:val="left" w:pos="822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2F1E64">
              <w:rPr>
                <w:rFonts w:ascii="Arial" w:hAnsi="Arial"/>
                <w:bCs/>
                <w:sz w:val="18"/>
                <w:szCs w:val="18"/>
              </w:rPr>
              <w:t>Heav</w:t>
            </w:r>
            <w:r>
              <w:rPr>
                <w:rFonts w:ascii="Arial" w:hAnsi="Arial"/>
                <w:bCs/>
                <w:sz w:val="18"/>
                <w:szCs w:val="18"/>
              </w:rPr>
              <w:t>il</w:t>
            </w:r>
            <w:r w:rsidRPr="002F1E64">
              <w:rPr>
                <w:rFonts w:ascii="Arial" w:hAnsi="Arial"/>
                <w:bCs/>
                <w:sz w:val="18"/>
                <w:szCs w:val="18"/>
              </w:rPr>
              <w:t>y diffuse calcification throughout.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2F1E64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Patent. Diffusely calcified.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2F1E64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origin.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2F1E64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Patent. No significant stenosis.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B77500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Distal Pop (75-99%) stenosis. </w:t>
            </w:r>
            <w:r w:rsidR="002F1E64">
              <w:rPr>
                <w:rFonts w:ascii="Arial" w:hAnsi="Arial"/>
                <w:bCs/>
                <w:sz w:val="18"/>
                <w:szCs w:val="18"/>
              </w:rPr>
              <w:t>TPT occluded.  Reforms at origin of PTA and Peroneal arteries.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2F1E64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3 vessel run-off to ankle.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2F1E64" w:rsidRDefault="002F1E64" w:rsidP="002F1E64">
            <w:pPr>
              <w:tabs>
                <w:tab w:val="left" w:pos="2127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Alwin Yeung - Clinical Vascular Scientist</w:t>
            </w:r>
            <w:r w:rsidR="00A47D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694581" w:rsidRPr="00485B7E" w:rsidRDefault="00694581">
      <w:pPr>
        <w:rPr>
          <w:rFonts w:ascii="Arial" w:hAnsi="Arial" w:cs="Arial"/>
          <w:sz w:val="18"/>
          <w:szCs w:val="18"/>
        </w:rPr>
      </w:pPr>
    </w:p>
    <w:sectPr w:rsidR="00694581" w:rsidRPr="00485B7E" w:rsidSect="000432AB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E64" w:rsidRDefault="002F1E64">
      <w:r>
        <w:separator/>
      </w:r>
    </w:p>
  </w:endnote>
  <w:endnote w:type="continuationSeparator" w:id="0">
    <w:p w:rsidR="002F1E64" w:rsidRDefault="002F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20" w:rsidRPr="009B78AC" w:rsidRDefault="00042420" w:rsidP="009B78AC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E64" w:rsidRDefault="002F1E64">
      <w:r>
        <w:separator/>
      </w:r>
    </w:p>
  </w:footnote>
  <w:footnote w:type="continuationSeparator" w:id="0">
    <w:p w:rsidR="002F1E64" w:rsidRDefault="002F1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AB" w:rsidRPr="001F21E3" w:rsidRDefault="00EE5383" w:rsidP="001F21E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-11430</wp:posOffset>
          </wp:positionH>
          <wp:positionV relativeFrom="paragraph">
            <wp:posOffset>-36195</wp:posOffset>
          </wp:positionV>
          <wp:extent cx="1652270" cy="521335"/>
          <wp:effectExtent l="0" t="0" r="0" b="0"/>
          <wp:wrapNone/>
          <wp:docPr id="1" name="Pictur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270" cy="521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64"/>
    <w:rsid w:val="00042420"/>
    <w:rsid w:val="000432AB"/>
    <w:rsid w:val="00043F16"/>
    <w:rsid w:val="00082FF5"/>
    <w:rsid w:val="00086614"/>
    <w:rsid w:val="00091394"/>
    <w:rsid w:val="000A3239"/>
    <w:rsid w:val="00106CEB"/>
    <w:rsid w:val="00130125"/>
    <w:rsid w:val="00130D4E"/>
    <w:rsid w:val="0015111F"/>
    <w:rsid w:val="00183E5B"/>
    <w:rsid w:val="001F21E3"/>
    <w:rsid w:val="002027E7"/>
    <w:rsid w:val="00202BBA"/>
    <w:rsid w:val="0020510B"/>
    <w:rsid w:val="00210AA3"/>
    <w:rsid w:val="00216637"/>
    <w:rsid w:val="002523B4"/>
    <w:rsid w:val="00252DD3"/>
    <w:rsid w:val="00260635"/>
    <w:rsid w:val="002627E4"/>
    <w:rsid w:val="00267D9C"/>
    <w:rsid w:val="00274108"/>
    <w:rsid w:val="00282F69"/>
    <w:rsid w:val="002845F4"/>
    <w:rsid w:val="00292A06"/>
    <w:rsid w:val="002C2267"/>
    <w:rsid w:val="002D5608"/>
    <w:rsid w:val="002F1E64"/>
    <w:rsid w:val="002F29A9"/>
    <w:rsid w:val="002F6CBE"/>
    <w:rsid w:val="00301EB7"/>
    <w:rsid w:val="00317A10"/>
    <w:rsid w:val="00324B94"/>
    <w:rsid w:val="00332965"/>
    <w:rsid w:val="003512C1"/>
    <w:rsid w:val="00377319"/>
    <w:rsid w:val="00387E23"/>
    <w:rsid w:val="003A31C2"/>
    <w:rsid w:val="003B7DF9"/>
    <w:rsid w:val="003C3848"/>
    <w:rsid w:val="00400424"/>
    <w:rsid w:val="00411DD4"/>
    <w:rsid w:val="0041713E"/>
    <w:rsid w:val="0043201F"/>
    <w:rsid w:val="004400FD"/>
    <w:rsid w:val="00443A11"/>
    <w:rsid w:val="00446D9E"/>
    <w:rsid w:val="004479C2"/>
    <w:rsid w:val="004638FD"/>
    <w:rsid w:val="00475D18"/>
    <w:rsid w:val="0048352E"/>
    <w:rsid w:val="00485B7E"/>
    <w:rsid w:val="004932D3"/>
    <w:rsid w:val="004934E7"/>
    <w:rsid w:val="00495E7E"/>
    <w:rsid w:val="004A5B9A"/>
    <w:rsid w:val="004F7760"/>
    <w:rsid w:val="00557B5A"/>
    <w:rsid w:val="00563FE1"/>
    <w:rsid w:val="00572033"/>
    <w:rsid w:val="005812E7"/>
    <w:rsid w:val="00581897"/>
    <w:rsid w:val="005A400B"/>
    <w:rsid w:val="005B625A"/>
    <w:rsid w:val="005E5BC0"/>
    <w:rsid w:val="005F2B04"/>
    <w:rsid w:val="0063591E"/>
    <w:rsid w:val="0064526C"/>
    <w:rsid w:val="006571CF"/>
    <w:rsid w:val="00687CAB"/>
    <w:rsid w:val="00694581"/>
    <w:rsid w:val="006A4D8E"/>
    <w:rsid w:val="006B4A69"/>
    <w:rsid w:val="00704284"/>
    <w:rsid w:val="00756F42"/>
    <w:rsid w:val="0077506E"/>
    <w:rsid w:val="00781E01"/>
    <w:rsid w:val="00784424"/>
    <w:rsid w:val="00796C22"/>
    <w:rsid w:val="007A7B01"/>
    <w:rsid w:val="007C096F"/>
    <w:rsid w:val="007D2F8F"/>
    <w:rsid w:val="007E0A39"/>
    <w:rsid w:val="007F000A"/>
    <w:rsid w:val="007F42AE"/>
    <w:rsid w:val="00845175"/>
    <w:rsid w:val="008527CA"/>
    <w:rsid w:val="00861785"/>
    <w:rsid w:val="008B349C"/>
    <w:rsid w:val="008B5D7F"/>
    <w:rsid w:val="008D344E"/>
    <w:rsid w:val="008D7812"/>
    <w:rsid w:val="008E427B"/>
    <w:rsid w:val="00911F56"/>
    <w:rsid w:val="0093355A"/>
    <w:rsid w:val="00937D9E"/>
    <w:rsid w:val="0094691B"/>
    <w:rsid w:val="009725AE"/>
    <w:rsid w:val="009764F6"/>
    <w:rsid w:val="009A10DE"/>
    <w:rsid w:val="009A34D2"/>
    <w:rsid w:val="009A5CA0"/>
    <w:rsid w:val="009B78AC"/>
    <w:rsid w:val="009C6954"/>
    <w:rsid w:val="009D2BAA"/>
    <w:rsid w:val="009F11ED"/>
    <w:rsid w:val="00A00D03"/>
    <w:rsid w:val="00A0184B"/>
    <w:rsid w:val="00A47D1A"/>
    <w:rsid w:val="00A50BBC"/>
    <w:rsid w:val="00A5497F"/>
    <w:rsid w:val="00A7491A"/>
    <w:rsid w:val="00AA6449"/>
    <w:rsid w:val="00AA7A3D"/>
    <w:rsid w:val="00AC7F98"/>
    <w:rsid w:val="00AD4CCC"/>
    <w:rsid w:val="00AE30A1"/>
    <w:rsid w:val="00AF27D7"/>
    <w:rsid w:val="00AF65F1"/>
    <w:rsid w:val="00B03316"/>
    <w:rsid w:val="00B46ED4"/>
    <w:rsid w:val="00B642B2"/>
    <w:rsid w:val="00B67AFA"/>
    <w:rsid w:val="00B77500"/>
    <w:rsid w:val="00B829B2"/>
    <w:rsid w:val="00B93720"/>
    <w:rsid w:val="00BC1887"/>
    <w:rsid w:val="00C01F68"/>
    <w:rsid w:val="00C0220C"/>
    <w:rsid w:val="00C4581A"/>
    <w:rsid w:val="00C46C3E"/>
    <w:rsid w:val="00C47CD3"/>
    <w:rsid w:val="00C753A0"/>
    <w:rsid w:val="00C9350C"/>
    <w:rsid w:val="00CA6AD9"/>
    <w:rsid w:val="00CB0994"/>
    <w:rsid w:val="00CC6657"/>
    <w:rsid w:val="00CD1485"/>
    <w:rsid w:val="00CD7188"/>
    <w:rsid w:val="00CE0663"/>
    <w:rsid w:val="00CF4D99"/>
    <w:rsid w:val="00CF5D0F"/>
    <w:rsid w:val="00CF7A3E"/>
    <w:rsid w:val="00D34D9F"/>
    <w:rsid w:val="00D42CEC"/>
    <w:rsid w:val="00D605F8"/>
    <w:rsid w:val="00D662EE"/>
    <w:rsid w:val="00D7046F"/>
    <w:rsid w:val="00D8557F"/>
    <w:rsid w:val="00DA2BDB"/>
    <w:rsid w:val="00DD13FB"/>
    <w:rsid w:val="00E071B6"/>
    <w:rsid w:val="00E21EED"/>
    <w:rsid w:val="00E36F1E"/>
    <w:rsid w:val="00E609FE"/>
    <w:rsid w:val="00E64FCC"/>
    <w:rsid w:val="00E70784"/>
    <w:rsid w:val="00E75EB3"/>
    <w:rsid w:val="00E96ADB"/>
    <w:rsid w:val="00EB390A"/>
    <w:rsid w:val="00ED6EC7"/>
    <w:rsid w:val="00EE4D5D"/>
    <w:rsid w:val="00EE5383"/>
    <w:rsid w:val="00F17B3B"/>
    <w:rsid w:val="00F212E8"/>
    <w:rsid w:val="00F27A7E"/>
    <w:rsid w:val="00FA61EE"/>
    <w:rsid w:val="00FC3506"/>
    <w:rsid w:val="00FD5807"/>
    <w:rsid w:val="00FD5B46"/>
    <w:rsid w:val="00FE1BCB"/>
    <w:rsid w:val="00FE75A5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7CFB5908-D53C-431A-9C96-F3C60083B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5A40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A400B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Extremity%20Arterial\RT%20Leg\Arterial%20Study%20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Arterial Study TE.dot</Template>
  <TotalTime>1053</TotalTime>
  <Pages>1</Pages>
  <Words>88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Cullinan, Justin</dc:creator>
  <cp:keywords/>
  <cp:lastModifiedBy>Yeung, Alwin</cp:lastModifiedBy>
  <cp:revision>4</cp:revision>
  <cp:lastPrinted>2021-09-29T08:37:00Z</cp:lastPrinted>
  <dcterms:created xsi:type="dcterms:W3CDTF">2021-09-28T15:25:00Z</dcterms:created>
  <dcterms:modified xsi:type="dcterms:W3CDTF">2021-10-20T14:42:00Z</dcterms:modified>
  <cp:category>Patient Report</cp:category>
</cp:coreProperties>
</file>